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6FDD6C" w14:textId="77777777" w:rsidR="00693C11" w:rsidRPr="00E960BB" w:rsidRDefault="00693C11" w:rsidP="00693C11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C8E6568" w14:textId="77777777" w:rsidR="00693C11" w:rsidRPr="009C54AE" w:rsidRDefault="00693C11" w:rsidP="00693C1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D51336" w14:textId="49D2B886" w:rsidR="00693C11" w:rsidRPr="009C54AE" w:rsidRDefault="00693C11" w:rsidP="00693C1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0A02AE">
        <w:rPr>
          <w:rFonts w:ascii="Corbel" w:hAnsi="Corbel"/>
          <w:i/>
          <w:smallCaps/>
          <w:sz w:val="24"/>
          <w:szCs w:val="24"/>
        </w:rPr>
        <w:t>19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0A02AE">
        <w:rPr>
          <w:rFonts w:ascii="Corbel" w:hAnsi="Corbel"/>
          <w:i/>
          <w:smallCaps/>
          <w:sz w:val="24"/>
          <w:szCs w:val="24"/>
        </w:rPr>
        <w:t>2</w:t>
      </w:r>
    </w:p>
    <w:p w14:paraId="424EBC95" w14:textId="50F6673B" w:rsidR="00693C11" w:rsidRDefault="00693C11" w:rsidP="00693C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385490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1A58249" w14:textId="4195011C" w:rsidR="00693C11" w:rsidRPr="00EA4832" w:rsidRDefault="00693C11" w:rsidP="00693C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A02AE">
        <w:rPr>
          <w:rFonts w:ascii="Corbel" w:hAnsi="Corbel"/>
          <w:sz w:val="20"/>
          <w:szCs w:val="20"/>
        </w:rPr>
        <w:t>2019/2020</w:t>
      </w:r>
    </w:p>
    <w:p w14:paraId="2BCC845E" w14:textId="77777777" w:rsidR="009948A4" w:rsidRPr="001337E5" w:rsidRDefault="009948A4" w:rsidP="001B003D">
      <w:pPr>
        <w:spacing w:after="0" w:line="240" w:lineRule="auto"/>
        <w:rPr>
          <w:rFonts w:ascii="Times New Roman" w:hAnsi="Times New Roman"/>
        </w:rPr>
      </w:pPr>
    </w:p>
    <w:p w14:paraId="5FFEDF57" w14:textId="0C070238" w:rsidR="009948A4" w:rsidRPr="00693C11" w:rsidRDefault="00F47100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1.1. PODSTAWOWE INFORMACJE O PRZEDMIOCIE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948A4" w:rsidRPr="00693C11" w14:paraId="5150EAF8" w14:textId="77777777" w:rsidTr="00C24743">
        <w:trPr>
          <w:jc w:val="center"/>
        </w:trPr>
        <w:tc>
          <w:tcPr>
            <w:tcW w:w="2694" w:type="dxa"/>
            <w:vAlign w:val="center"/>
          </w:tcPr>
          <w:p w14:paraId="4FCAFA99" w14:textId="51DE8445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 xml:space="preserve">Nazwa przedmiotu/ </w:t>
            </w:r>
          </w:p>
        </w:tc>
        <w:tc>
          <w:tcPr>
            <w:tcW w:w="7087" w:type="dxa"/>
            <w:vAlign w:val="center"/>
          </w:tcPr>
          <w:p w14:paraId="38FCB24C" w14:textId="77777777" w:rsidR="009948A4" w:rsidRPr="009C745A" w:rsidRDefault="009948A4" w:rsidP="001B003D">
            <w:pPr>
              <w:pStyle w:val="Odpowiedzi"/>
              <w:spacing w:before="0" w:after="0"/>
              <w:rPr>
                <w:rFonts w:ascii="Corbel" w:hAnsi="Corbel"/>
                <w:bCs/>
                <w:i/>
                <w:color w:val="auto"/>
                <w:sz w:val="22"/>
              </w:rPr>
            </w:pPr>
            <w:r w:rsidRPr="009C745A">
              <w:rPr>
                <w:rFonts w:ascii="Corbel" w:hAnsi="Corbel"/>
                <w:bCs/>
                <w:color w:val="auto"/>
                <w:sz w:val="22"/>
              </w:rPr>
              <w:t>FORMY DEMOKRACJI</w:t>
            </w:r>
          </w:p>
        </w:tc>
      </w:tr>
      <w:tr w:rsidR="009948A4" w:rsidRPr="00693C11" w14:paraId="645F5260" w14:textId="77777777" w:rsidTr="00C24743">
        <w:trPr>
          <w:jc w:val="center"/>
        </w:trPr>
        <w:tc>
          <w:tcPr>
            <w:tcW w:w="2694" w:type="dxa"/>
            <w:vAlign w:val="center"/>
          </w:tcPr>
          <w:p w14:paraId="2853125F" w14:textId="608535EA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Kod przedmiotu/ *</w:t>
            </w:r>
          </w:p>
        </w:tc>
        <w:tc>
          <w:tcPr>
            <w:tcW w:w="7087" w:type="dxa"/>
            <w:vAlign w:val="center"/>
          </w:tcPr>
          <w:p w14:paraId="15F49E08" w14:textId="77777777" w:rsidR="009948A4" w:rsidRPr="00693C11" w:rsidRDefault="009948A4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i/>
                <w:color w:val="auto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MK</w:t>
            </w:r>
            <w:r w:rsidR="00B32BED"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_</w:t>
            </w: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44</w:t>
            </w:r>
          </w:p>
        </w:tc>
      </w:tr>
      <w:tr w:rsidR="009948A4" w:rsidRPr="00693C11" w14:paraId="545559BC" w14:textId="77777777" w:rsidTr="00C24743">
        <w:trPr>
          <w:jc w:val="center"/>
        </w:trPr>
        <w:tc>
          <w:tcPr>
            <w:tcW w:w="2694" w:type="dxa"/>
            <w:vAlign w:val="center"/>
          </w:tcPr>
          <w:p w14:paraId="37E812EE" w14:textId="62B2F5C3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nazwa jednostki prowadzącej kierunek)</w:t>
            </w:r>
          </w:p>
        </w:tc>
        <w:tc>
          <w:tcPr>
            <w:tcW w:w="7087" w:type="dxa"/>
            <w:vAlign w:val="center"/>
          </w:tcPr>
          <w:p w14:paraId="5D2AF712" w14:textId="00F39F2B" w:rsidR="009948A4" w:rsidRPr="00693C11" w:rsidRDefault="00BA0D5E" w:rsidP="001B003D">
            <w:pPr>
              <w:spacing w:after="0" w:line="240" w:lineRule="auto"/>
              <w:rPr>
                <w:rFonts w:ascii="Corbel" w:hAnsi="Corbel"/>
                <w:bCs/>
              </w:rPr>
            </w:pPr>
            <w:r w:rsidRPr="00693C11">
              <w:rPr>
                <w:rFonts w:ascii="Corbel" w:hAnsi="Corbel"/>
                <w:bCs/>
              </w:rPr>
              <w:t>KOLEGIUM NAUK SPOŁECZNYCH</w:t>
            </w:r>
          </w:p>
        </w:tc>
      </w:tr>
      <w:tr w:rsidR="009948A4" w:rsidRPr="00693C11" w14:paraId="24972A2D" w14:textId="77777777" w:rsidTr="00C24743">
        <w:trPr>
          <w:jc w:val="center"/>
        </w:trPr>
        <w:tc>
          <w:tcPr>
            <w:tcW w:w="2694" w:type="dxa"/>
            <w:vAlign w:val="center"/>
          </w:tcPr>
          <w:p w14:paraId="69606639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3E8C3F" w14:textId="1D2DE88D" w:rsidR="009948A4" w:rsidRPr="00693C11" w:rsidRDefault="00BA0D5E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B4236F">
              <w:rPr>
                <w:rFonts w:ascii="Corbel" w:hAnsi="Corbel"/>
                <w:b w:val="0"/>
                <w:bCs/>
                <w:sz w:val="22"/>
              </w:rPr>
              <w:t>KOLEGIUM NAUK SPOŁECZNYCH</w:t>
            </w:r>
          </w:p>
        </w:tc>
      </w:tr>
      <w:tr w:rsidR="009948A4" w:rsidRPr="00693C11" w14:paraId="5E66B68F" w14:textId="77777777" w:rsidTr="00C24743">
        <w:trPr>
          <w:jc w:val="center"/>
        </w:trPr>
        <w:tc>
          <w:tcPr>
            <w:tcW w:w="2694" w:type="dxa"/>
            <w:vAlign w:val="center"/>
          </w:tcPr>
          <w:p w14:paraId="5639B94B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864DE1" w14:textId="77777777" w:rsidR="009948A4" w:rsidRPr="00693C11" w:rsidRDefault="009948A4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POLITOLOGIA</w:t>
            </w:r>
          </w:p>
        </w:tc>
      </w:tr>
      <w:tr w:rsidR="009948A4" w:rsidRPr="00693C11" w14:paraId="5EF64B4B" w14:textId="77777777" w:rsidTr="00C24743">
        <w:trPr>
          <w:jc w:val="center"/>
        </w:trPr>
        <w:tc>
          <w:tcPr>
            <w:tcW w:w="2694" w:type="dxa"/>
            <w:vAlign w:val="center"/>
          </w:tcPr>
          <w:p w14:paraId="257675AD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C8D2CA3" w14:textId="77777777" w:rsidR="009948A4" w:rsidRPr="00693C11" w:rsidRDefault="009948A4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STUDIA I STOPNIA</w:t>
            </w:r>
          </w:p>
        </w:tc>
      </w:tr>
      <w:tr w:rsidR="009948A4" w:rsidRPr="00693C11" w14:paraId="6CB3F12D" w14:textId="77777777" w:rsidTr="00C24743">
        <w:trPr>
          <w:jc w:val="center"/>
        </w:trPr>
        <w:tc>
          <w:tcPr>
            <w:tcW w:w="2694" w:type="dxa"/>
            <w:vAlign w:val="center"/>
          </w:tcPr>
          <w:p w14:paraId="29B37389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646408D6" w14:textId="77777777" w:rsidR="009948A4" w:rsidRPr="00693C11" w:rsidRDefault="009948A4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OGÓLNO</w:t>
            </w:r>
            <w:r w:rsidR="002163B8"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AKADEMICKI</w:t>
            </w:r>
          </w:p>
        </w:tc>
      </w:tr>
      <w:tr w:rsidR="009948A4" w:rsidRPr="00693C11" w14:paraId="698E6579" w14:textId="77777777" w:rsidTr="00C24743">
        <w:trPr>
          <w:jc w:val="center"/>
        </w:trPr>
        <w:tc>
          <w:tcPr>
            <w:tcW w:w="2694" w:type="dxa"/>
            <w:vAlign w:val="center"/>
          </w:tcPr>
          <w:p w14:paraId="4E3839B7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0B10BF" w14:textId="77777777" w:rsidR="009948A4" w:rsidRPr="00693C11" w:rsidRDefault="009948A4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STUDIA STACJONARNE</w:t>
            </w:r>
          </w:p>
        </w:tc>
      </w:tr>
      <w:tr w:rsidR="009948A4" w:rsidRPr="00693C11" w14:paraId="7D5A162C" w14:textId="77777777" w:rsidTr="00C24743">
        <w:trPr>
          <w:jc w:val="center"/>
        </w:trPr>
        <w:tc>
          <w:tcPr>
            <w:tcW w:w="2694" w:type="dxa"/>
            <w:vAlign w:val="center"/>
          </w:tcPr>
          <w:p w14:paraId="16D7B6FD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C93CE31" w14:textId="77777777" w:rsidR="009948A4" w:rsidRPr="00693C11" w:rsidRDefault="009948A4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ROK I SEMESTR I</w:t>
            </w:r>
            <w:r w:rsidR="000D6870"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I</w:t>
            </w:r>
          </w:p>
        </w:tc>
      </w:tr>
      <w:tr w:rsidR="009948A4" w:rsidRPr="00693C11" w14:paraId="093192E8" w14:textId="77777777" w:rsidTr="00C24743">
        <w:trPr>
          <w:jc w:val="center"/>
        </w:trPr>
        <w:tc>
          <w:tcPr>
            <w:tcW w:w="2694" w:type="dxa"/>
            <w:vAlign w:val="center"/>
          </w:tcPr>
          <w:p w14:paraId="0411973D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E3BF60" w14:textId="053F17FC" w:rsidR="009948A4" w:rsidRPr="00693C11" w:rsidRDefault="009948A4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i/>
                <w:color w:val="auto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PRZEDMIOT </w:t>
            </w:r>
            <w:r w:rsidR="000D6870"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DO WYBORU</w:t>
            </w:r>
          </w:p>
        </w:tc>
      </w:tr>
      <w:tr w:rsidR="009948A4" w:rsidRPr="00693C11" w14:paraId="4CC7BF80" w14:textId="77777777" w:rsidTr="00C24743">
        <w:trPr>
          <w:jc w:val="center"/>
        </w:trPr>
        <w:tc>
          <w:tcPr>
            <w:tcW w:w="2694" w:type="dxa"/>
            <w:vAlign w:val="center"/>
          </w:tcPr>
          <w:p w14:paraId="4DDD7744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355341" w14:textId="3BD09BE3" w:rsidR="009948A4" w:rsidRPr="00693C11" w:rsidRDefault="001877BC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i/>
                <w:color w:val="auto"/>
                <w:sz w:val="22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Dr hab.</w:t>
            </w:r>
            <w:r w:rsidR="009C745A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</w:t>
            </w:r>
            <w:r w:rsidR="009948A4"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SABINA GRABOWSKA</w:t>
            </w: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, prof. UR</w:t>
            </w:r>
          </w:p>
        </w:tc>
      </w:tr>
      <w:tr w:rsidR="009948A4" w:rsidRPr="00693C11" w14:paraId="7AA6F6B4" w14:textId="77777777" w:rsidTr="00C24743">
        <w:trPr>
          <w:jc w:val="center"/>
        </w:trPr>
        <w:tc>
          <w:tcPr>
            <w:tcW w:w="2694" w:type="dxa"/>
            <w:vAlign w:val="center"/>
          </w:tcPr>
          <w:p w14:paraId="260A7801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AA846B" w14:textId="25D02407" w:rsidR="009948A4" w:rsidRPr="00693C11" w:rsidRDefault="001877BC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i/>
                <w:color w:val="auto"/>
                <w:sz w:val="22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Dr hab. </w:t>
            </w:r>
            <w:r w:rsidR="009948A4"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SABINA GRABOWSKA</w:t>
            </w: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, prof. UR</w:t>
            </w:r>
          </w:p>
        </w:tc>
      </w:tr>
    </w:tbl>
    <w:p w14:paraId="72533EB7" w14:textId="7BDC57DB" w:rsidR="009948A4" w:rsidRPr="00693C11" w:rsidRDefault="009948A4" w:rsidP="001B003D">
      <w:pPr>
        <w:pStyle w:val="Podpunkty"/>
        <w:ind w:left="0"/>
        <w:rPr>
          <w:rFonts w:ascii="Corbel" w:hAnsi="Corbel"/>
          <w:szCs w:val="22"/>
        </w:rPr>
      </w:pPr>
      <w:r w:rsidRPr="00693C11">
        <w:rPr>
          <w:rFonts w:ascii="Corbel" w:hAnsi="Corbel"/>
          <w:szCs w:val="22"/>
        </w:rPr>
        <w:t xml:space="preserve">* </w:t>
      </w:r>
      <w:r w:rsidRPr="00693C11">
        <w:rPr>
          <w:rFonts w:ascii="Corbel" w:hAnsi="Corbel"/>
          <w:i/>
          <w:szCs w:val="22"/>
        </w:rPr>
        <w:t xml:space="preserve">- </w:t>
      </w:r>
      <w:r w:rsidR="00C62D21" w:rsidRPr="00C62D21">
        <w:rPr>
          <w:rFonts w:ascii="Corbel" w:hAnsi="Corbel"/>
          <w:b w:val="0"/>
          <w:i/>
          <w:szCs w:val="22"/>
        </w:rPr>
        <w:t>opcjonalnie,</w:t>
      </w:r>
      <w:r w:rsidR="00C62D21">
        <w:rPr>
          <w:rFonts w:ascii="Corbel" w:hAnsi="Corbel"/>
          <w:i/>
          <w:szCs w:val="22"/>
        </w:rPr>
        <w:t xml:space="preserve"> </w:t>
      </w:r>
      <w:r w:rsidRPr="00693C11">
        <w:rPr>
          <w:rFonts w:ascii="Corbel" w:hAnsi="Corbel"/>
          <w:b w:val="0"/>
          <w:i/>
          <w:szCs w:val="22"/>
        </w:rPr>
        <w:t xml:space="preserve">zgodnie z ustaleniami </w:t>
      </w:r>
      <w:r w:rsidR="00385490">
        <w:rPr>
          <w:rFonts w:ascii="Corbel" w:hAnsi="Corbel"/>
          <w:b w:val="0"/>
          <w:i/>
          <w:szCs w:val="22"/>
        </w:rPr>
        <w:t>w Jednostce</w:t>
      </w:r>
      <w:bookmarkStart w:id="0" w:name="_GoBack"/>
      <w:bookmarkEnd w:id="0"/>
    </w:p>
    <w:p w14:paraId="7E99DEE6" w14:textId="77777777" w:rsidR="009948A4" w:rsidRPr="00693C11" w:rsidRDefault="009948A4" w:rsidP="001B003D">
      <w:pPr>
        <w:pStyle w:val="Podpunkty"/>
        <w:ind w:left="0"/>
        <w:rPr>
          <w:rFonts w:ascii="Corbel" w:hAnsi="Corbel"/>
          <w:szCs w:val="22"/>
        </w:rPr>
      </w:pPr>
    </w:p>
    <w:p w14:paraId="70091776" w14:textId="77777777" w:rsidR="009948A4" w:rsidRPr="00693C11" w:rsidRDefault="00F47100" w:rsidP="001B003D">
      <w:pPr>
        <w:pStyle w:val="Podpunkty"/>
        <w:ind w:left="0"/>
        <w:rPr>
          <w:rFonts w:ascii="Corbel" w:hAnsi="Corbel"/>
          <w:szCs w:val="22"/>
        </w:rPr>
      </w:pPr>
      <w:r w:rsidRPr="00693C11">
        <w:rPr>
          <w:rFonts w:ascii="Corbel" w:hAnsi="Corbel"/>
          <w:szCs w:val="22"/>
        </w:rPr>
        <w:t xml:space="preserve">1.2. FORMY ZAJĘĆ DYDAKTYCZNYCH, WYMIAR GODZIN I PUNKTÓW ECTS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732"/>
        <w:gridCol w:w="773"/>
        <w:gridCol w:w="837"/>
        <w:gridCol w:w="785"/>
        <w:gridCol w:w="805"/>
        <w:gridCol w:w="745"/>
        <w:gridCol w:w="930"/>
        <w:gridCol w:w="1286"/>
        <w:gridCol w:w="1755"/>
      </w:tblGrid>
      <w:tr w:rsidR="0009532C" w:rsidRPr="00693C11" w14:paraId="0CBED6D2" w14:textId="77777777" w:rsidTr="0009532C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8BB4" w14:textId="331CAF16" w:rsidR="0009532C" w:rsidRPr="00693C11" w:rsidRDefault="0009532C" w:rsidP="0009532C">
            <w:pPr>
              <w:pStyle w:val="Nagwkitablic"/>
              <w:spacing w:after="0" w:line="240" w:lineRule="auto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 xml:space="preserve">Semestr nr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993D" w14:textId="5A073AE0" w:rsidR="0009532C" w:rsidRPr="00693C11" w:rsidRDefault="0009532C" w:rsidP="0009532C">
            <w:pPr>
              <w:pStyle w:val="Nagwkitablic"/>
              <w:spacing w:after="0" w:line="240" w:lineRule="auto"/>
              <w:rPr>
                <w:rFonts w:ascii="Corbel" w:hAnsi="Corbel"/>
                <w:sz w:val="22"/>
              </w:rPr>
            </w:pPr>
            <w:proofErr w:type="spellStart"/>
            <w:r w:rsidRPr="00693C11">
              <w:rPr>
                <w:rFonts w:ascii="Corbel" w:hAnsi="Corbel"/>
                <w:sz w:val="22"/>
              </w:rPr>
              <w:t>Wykł</w:t>
            </w:r>
            <w:proofErr w:type="spellEnd"/>
            <w:r w:rsidRPr="00693C1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B4553" w14:textId="3497CF33" w:rsidR="0009532C" w:rsidRPr="00693C11" w:rsidRDefault="0009532C" w:rsidP="0009532C">
            <w:pPr>
              <w:pStyle w:val="Nagwkitablic"/>
              <w:spacing w:after="0" w:line="240" w:lineRule="auto"/>
              <w:rPr>
                <w:rFonts w:ascii="Corbel" w:hAnsi="Corbel"/>
                <w:sz w:val="22"/>
              </w:rPr>
            </w:pPr>
            <w:r w:rsidRPr="00693C11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F591F" w14:textId="77777777" w:rsidR="0009532C" w:rsidRPr="00693C11" w:rsidRDefault="0009532C" w:rsidP="0009532C">
            <w:pPr>
              <w:pStyle w:val="Nagwkitablic"/>
              <w:spacing w:after="0" w:line="240" w:lineRule="auto"/>
              <w:rPr>
                <w:rFonts w:ascii="Corbel" w:hAnsi="Corbel"/>
                <w:sz w:val="22"/>
              </w:rPr>
            </w:pPr>
            <w:proofErr w:type="spellStart"/>
            <w:r w:rsidRPr="00693C11">
              <w:rPr>
                <w:rFonts w:ascii="Corbel" w:hAnsi="Corbel"/>
                <w:sz w:val="22"/>
              </w:rPr>
              <w:t>Konw</w:t>
            </w:r>
            <w:proofErr w:type="spellEnd"/>
            <w:r w:rsidRPr="00693C1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AB72D" w14:textId="77777777" w:rsidR="0009532C" w:rsidRPr="00693C11" w:rsidRDefault="0009532C" w:rsidP="0009532C">
            <w:pPr>
              <w:pStyle w:val="Nagwkitablic"/>
              <w:spacing w:after="0" w:line="240" w:lineRule="auto"/>
              <w:rPr>
                <w:rFonts w:ascii="Corbel" w:hAnsi="Corbel"/>
                <w:sz w:val="22"/>
              </w:rPr>
            </w:pPr>
            <w:r w:rsidRPr="00693C11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2D0A" w14:textId="77777777" w:rsidR="0009532C" w:rsidRPr="00693C11" w:rsidRDefault="0009532C" w:rsidP="0009532C">
            <w:pPr>
              <w:pStyle w:val="Nagwkitablic"/>
              <w:spacing w:after="0" w:line="240" w:lineRule="auto"/>
              <w:rPr>
                <w:rFonts w:ascii="Corbel" w:hAnsi="Corbel"/>
                <w:sz w:val="22"/>
              </w:rPr>
            </w:pPr>
            <w:proofErr w:type="spellStart"/>
            <w:r w:rsidRPr="00693C11">
              <w:rPr>
                <w:rFonts w:ascii="Corbel" w:hAnsi="Corbel"/>
                <w:sz w:val="22"/>
              </w:rPr>
              <w:t>Sem</w:t>
            </w:r>
            <w:proofErr w:type="spellEnd"/>
            <w:r w:rsidRPr="00693C1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69D7D" w14:textId="77777777" w:rsidR="0009532C" w:rsidRPr="00693C11" w:rsidRDefault="0009532C" w:rsidP="0009532C">
            <w:pPr>
              <w:pStyle w:val="Nagwkitablic"/>
              <w:spacing w:after="0" w:line="240" w:lineRule="auto"/>
              <w:rPr>
                <w:rFonts w:ascii="Corbel" w:hAnsi="Corbel"/>
                <w:sz w:val="22"/>
              </w:rPr>
            </w:pPr>
            <w:r w:rsidRPr="00693C11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4C1D6" w14:textId="77777777" w:rsidR="0009532C" w:rsidRPr="00693C11" w:rsidRDefault="0009532C" w:rsidP="0009532C">
            <w:pPr>
              <w:pStyle w:val="Nagwkitablic"/>
              <w:spacing w:after="0" w:line="240" w:lineRule="auto"/>
              <w:rPr>
                <w:rFonts w:ascii="Corbel" w:hAnsi="Corbel"/>
                <w:sz w:val="22"/>
              </w:rPr>
            </w:pPr>
            <w:proofErr w:type="spellStart"/>
            <w:r w:rsidRPr="00693C11">
              <w:rPr>
                <w:rFonts w:ascii="Corbel" w:hAnsi="Corbel"/>
                <w:sz w:val="22"/>
              </w:rPr>
              <w:t>Prakt</w:t>
            </w:r>
            <w:proofErr w:type="spellEnd"/>
            <w:r w:rsidRPr="00693C1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D31A5" w14:textId="77777777" w:rsidR="0009532C" w:rsidRPr="00693C11" w:rsidRDefault="0009532C" w:rsidP="0009532C">
            <w:pPr>
              <w:pStyle w:val="Nagwkitablic"/>
              <w:spacing w:after="0" w:line="240" w:lineRule="auto"/>
              <w:rPr>
                <w:rFonts w:ascii="Corbel" w:hAnsi="Corbel"/>
                <w:sz w:val="22"/>
              </w:rPr>
            </w:pPr>
            <w:r w:rsidRPr="00693C11">
              <w:rPr>
                <w:rFonts w:ascii="Corbel" w:hAnsi="Corbel"/>
                <w:sz w:val="22"/>
              </w:rPr>
              <w:t>Inne ( jakie?)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64702" w14:textId="77777777" w:rsidR="0009532C" w:rsidRPr="00693C11" w:rsidRDefault="0009532C" w:rsidP="0009532C">
            <w:pPr>
              <w:pStyle w:val="Nagwkitablic"/>
              <w:spacing w:after="0" w:line="240" w:lineRule="auto"/>
              <w:rPr>
                <w:rFonts w:ascii="Corbel" w:hAnsi="Corbel"/>
                <w:sz w:val="22"/>
              </w:rPr>
            </w:pPr>
            <w:r w:rsidRPr="00693C11">
              <w:rPr>
                <w:rFonts w:ascii="Corbel" w:hAnsi="Corbel"/>
                <w:sz w:val="22"/>
              </w:rPr>
              <w:t>Liczba pkt ECTS</w:t>
            </w:r>
          </w:p>
        </w:tc>
      </w:tr>
      <w:tr w:rsidR="0009532C" w:rsidRPr="00693C11" w14:paraId="2F044D02" w14:textId="77777777" w:rsidTr="0009532C">
        <w:trPr>
          <w:trHeight w:val="45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9FA7" w14:textId="339FDE30" w:rsidR="0009532C" w:rsidRPr="00693C11" w:rsidRDefault="0009532C" w:rsidP="0009532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II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704E2" w14:textId="626A95A4" w:rsidR="0009532C" w:rsidRPr="00693C11" w:rsidRDefault="0009532C" w:rsidP="0009532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99C2" w14:textId="48A79E77" w:rsidR="0009532C" w:rsidRPr="00693C11" w:rsidRDefault="0009532C" w:rsidP="0009532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8630C" w14:textId="77777777" w:rsidR="0009532C" w:rsidRPr="00693C11" w:rsidRDefault="0009532C" w:rsidP="0009532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C8659" w14:textId="732A2CCE" w:rsidR="0009532C" w:rsidRPr="00693C11" w:rsidRDefault="0009532C" w:rsidP="0009532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C6A4" w14:textId="3405D38C" w:rsidR="0009532C" w:rsidRPr="00693C11" w:rsidRDefault="0009532C" w:rsidP="0009532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37843" w14:textId="5E916D50" w:rsidR="0009532C" w:rsidRPr="00693C11" w:rsidRDefault="0009532C" w:rsidP="0009532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97C1" w14:textId="0C1B6C89" w:rsidR="0009532C" w:rsidRPr="00693C11" w:rsidRDefault="0009532C" w:rsidP="0009532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F92DE" w14:textId="131F686A" w:rsidR="0009532C" w:rsidRPr="00693C11" w:rsidRDefault="0009532C" w:rsidP="0009532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1AA1" w14:textId="77777777" w:rsidR="0009532C" w:rsidRPr="00693C11" w:rsidRDefault="0009532C" w:rsidP="0009532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2</w:t>
            </w:r>
          </w:p>
        </w:tc>
      </w:tr>
    </w:tbl>
    <w:p w14:paraId="530B1A3F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4B25ED77" w14:textId="77777777" w:rsidR="00693C11" w:rsidRDefault="00F47100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>1.3. SPOSÓB REALIZACJI ZAJĘĆ</w:t>
      </w:r>
      <w:r w:rsidR="001337E5" w:rsidRPr="00693C11">
        <w:rPr>
          <w:rFonts w:ascii="Corbel" w:hAnsi="Corbel"/>
          <w:smallCaps w:val="0"/>
          <w:sz w:val="22"/>
        </w:rPr>
        <w:t xml:space="preserve">: </w:t>
      </w:r>
    </w:p>
    <w:p w14:paraId="6BFAB887" w14:textId="2B9340B3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693C11">
        <w:rPr>
          <w:rFonts w:ascii="Corbel" w:eastAsia="MS Gothic" w:hAnsi="Corbel"/>
          <w:smallCaps w:val="0"/>
          <w:sz w:val="22"/>
        </w:rPr>
        <w:t>X</w:t>
      </w:r>
      <w:r w:rsidRPr="00693C11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0C86047D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693C11">
        <w:rPr>
          <w:rFonts w:ascii="Segoe UI Symbol" w:eastAsia="MS Gothic" w:hAnsi="Segoe UI Symbol" w:cs="Segoe UI Symbol"/>
          <w:b w:val="0"/>
          <w:smallCaps w:val="0"/>
          <w:sz w:val="22"/>
        </w:rPr>
        <w:t>☐</w:t>
      </w:r>
      <w:r w:rsidRPr="00693C11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0C66E330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22F78B2A" w14:textId="77777777" w:rsidR="00693C11" w:rsidRDefault="00F47100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>1.4. FORMA ZALICZENIA PRZEDMIOTU</w:t>
      </w:r>
      <w:r w:rsidR="00693C11">
        <w:rPr>
          <w:rFonts w:ascii="Corbel" w:hAnsi="Corbel"/>
          <w:smallCaps w:val="0"/>
          <w:sz w:val="22"/>
        </w:rPr>
        <w:t xml:space="preserve"> </w:t>
      </w:r>
      <w:r w:rsidR="00C24743" w:rsidRPr="00693C11">
        <w:rPr>
          <w:rFonts w:ascii="Corbel" w:hAnsi="Corbel"/>
          <w:b w:val="0"/>
          <w:smallCaps w:val="0"/>
          <w:sz w:val="22"/>
        </w:rPr>
        <w:t>(</w:t>
      </w:r>
      <w:r w:rsidR="009948A4" w:rsidRPr="00693C11">
        <w:rPr>
          <w:rFonts w:ascii="Corbel" w:hAnsi="Corbel"/>
          <w:b w:val="0"/>
          <w:smallCaps w:val="0"/>
          <w:sz w:val="22"/>
        </w:rPr>
        <w:t xml:space="preserve">z toku) </w:t>
      </w:r>
      <w:r w:rsidR="009948A4" w:rsidRPr="00693C11">
        <w:rPr>
          <w:rFonts w:ascii="Corbel" w:hAnsi="Corbel"/>
          <w:b w:val="0"/>
          <w:i/>
          <w:smallCaps w:val="0"/>
          <w:sz w:val="22"/>
        </w:rPr>
        <w:t>( egzamin, zaliczenie z oceną, zaliczenie bez oceny</w:t>
      </w:r>
      <w:r w:rsidR="009948A4" w:rsidRPr="00693C11">
        <w:rPr>
          <w:rFonts w:ascii="Corbel" w:hAnsi="Corbel"/>
          <w:b w:val="0"/>
          <w:smallCaps w:val="0"/>
          <w:sz w:val="22"/>
        </w:rPr>
        <w:t>)</w:t>
      </w:r>
      <w:r w:rsidR="001337E5" w:rsidRPr="00693C11">
        <w:rPr>
          <w:rFonts w:ascii="Corbel" w:hAnsi="Corbel"/>
          <w:b w:val="0"/>
          <w:smallCaps w:val="0"/>
          <w:sz w:val="22"/>
        </w:rPr>
        <w:t xml:space="preserve">: </w:t>
      </w:r>
    </w:p>
    <w:p w14:paraId="62266F9E" w14:textId="69815DC7" w:rsidR="00201F8A" w:rsidRPr="00693C11" w:rsidRDefault="007227AD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693C11">
        <w:rPr>
          <w:rFonts w:ascii="Corbel" w:hAnsi="Corbel"/>
          <w:b w:val="0"/>
          <w:smallCaps w:val="0"/>
          <w:sz w:val="22"/>
        </w:rPr>
        <w:t>ZALICZENIE Z OCENĄ</w:t>
      </w:r>
    </w:p>
    <w:p w14:paraId="7794EFAA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7BB42D9" w14:textId="77777777" w:rsidR="009948A4" w:rsidRPr="00693C11" w:rsidRDefault="00F47100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2. WYMAGANIA WSTĘPNE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948A4" w:rsidRPr="00693C11" w14:paraId="2A79A108" w14:textId="77777777" w:rsidTr="00C24743">
        <w:trPr>
          <w:jc w:val="center"/>
        </w:trPr>
        <w:tc>
          <w:tcPr>
            <w:tcW w:w="9778" w:type="dxa"/>
          </w:tcPr>
          <w:p w14:paraId="56003C7F" w14:textId="77777777" w:rsidR="009948A4" w:rsidRPr="00693C11" w:rsidRDefault="001337E5" w:rsidP="001B003D">
            <w:pPr>
              <w:spacing w:after="0" w:line="240" w:lineRule="auto"/>
              <w:rPr>
                <w:rFonts w:ascii="Corbel" w:hAnsi="Corbel"/>
                <w:bCs/>
              </w:rPr>
            </w:pPr>
            <w:r w:rsidRPr="00693C11">
              <w:rPr>
                <w:rFonts w:ascii="Corbel" w:hAnsi="Corbel"/>
                <w:bCs/>
              </w:rPr>
              <w:t xml:space="preserve">Znajomość terminologii prawniczej i politologicznej, oraz sytuacji społeczno – politycznej państw współczesnych. Opanowanie materiału dotyczącego ustroju politycznego i ustrojowego państwa. </w:t>
            </w:r>
          </w:p>
          <w:p w14:paraId="621DC0C8" w14:textId="77777777" w:rsidR="009948A4" w:rsidRPr="00693C11" w:rsidRDefault="001337E5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smallCaps w:val="0"/>
                <w:sz w:val="22"/>
              </w:rPr>
              <w:t>Znajomość podstawowej terminologii z przedmiotu wiedza o społeczeństwie, znajomość w stopniu podstawowym zagadnień związanych z życiem politycznym i społecznym państwa.</w:t>
            </w:r>
          </w:p>
        </w:tc>
      </w:tr>
    </w:tbl>
    <w:p w14:paraId="17238AB9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98D9461" w14:textId="715DF208" w:rsidR="009948A4" w:rsidRPr="00693C11" w:rsidRDefault="00F47100" w:rsidP="001B003D">
      <w:pPr>
        <w:pStyle w:val="Punktygwne"/>
        <w:numPr>
          <w:ilvl w:val="0"/>
          <w:numId w:val="9"/>
        </w:numPr>
        <w:spacing w:before="0" w:after="0"/>
        <w:ind w:left="0" w:firstLine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 CELE, EFEKTY </w:t>
      </w:r>
      <w:r w:rsidR="00693C11">
        <w:rPr>
          <w:rFonts w:ascii="Corbel" w:hAnsi="Corbel"/>
          <w:smallCaps w:val="0"/>
          <w:sz w:val="22"/>
        </w:rPr>
        <w:t>UCZENIA SIĘ</w:t>
      </w:r>
      <w:r w:rsidRPr="00693C11">
        <w:rPr>
          <w:rFonts w:ascii="Corbel" w:hAnsi="Corbel"/>
          <w:smallCaps w:val="0"/>
          <w:sz w:val="22"/>
        </w:rPr>
        <w:t>, TREŚCI PROGRAMOWE I STOSOWANE METODY DYDAKTYCZNE</w:t>
      </w:r>
    </w:p>
    <w:p w14:paraId="5782176B" w14:textId="77D6A5E1" w:rsidR="009948A4" w:rsidRPr="00693C11" w:rsidRDefault="00F47100" w:rsidP="001B003D">
      <w:pPr>
        <w:pStyle w:val="Podpunkty"/>
        <w:ind w:left="0"/>
        <w:rPr>
          <w:rFonts w:ascii="Corbel" w:hAnsi="Corbel"/>
          <w:b w:val="0"/>
          <w:i/>
          <w:szCs w:val="22"/>
        </w:rPr>
      </w:pPr>
      <w:r w:rsidRPr="00693C11">
        <w:rPr>
          <w:rFonts w:ascii="Corbel" w:hAnsi="Corbel"/>
          <w:szCs w:val="22"/>
        </w:rPr>
        <w:t xml:space="preserve">3.1. CELE PRZEDMIOTU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9948A4" w:rsidRPr="00693C11" w14:paraId="2E6E249D" w14:textId="77777777" w:rsidTr="00C24743">
        <w:trPr>
          <w:jc w:val="center"/>
        </w:trPr>
        <w:tc>
          <w:tcPr>
            <w:tcW w:w="675" w:type="dxa"/>
            <w:vAlign w:val="center"/>
          </w:tcPr>
          <w:p w14:paraId="34C936F8" w14:textId="77777777" w:rsidR="009948A4" w:rsidRPr="00693C11" w:rsidRDefault="009948A4" w:rsidP="001B003D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93C11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264E8C6E" w14:textId="77777777" w:rsidR="009948A4" w:rsidRPr="00693C11" w:rsidRDefault="001337E5" w:rsidP="001B003D">
            <w:pPr>
              <w:pStyle w:val="Podpunkty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693C11">
              <w:rPr>
                <w:rFonts w:ascii="Corbel" w:hAnsi="Corbel"/>
                <w:b w:val="0"/>
                <w:bCs/>
                <w:szCs w:val="22"/>
              </w:rPr>
              <w:t xml:space="preserve">Zadaniem głównym jest zdobycie przez studentów wiedzy, umiejętności i kompetencji z zakresu </w:t>
            </w:r>
            <w:r w:rsidRPr="00693C11">
              <w:rPr>
                <w:rFonts w:ascii="Corbel" w:hAnsi="Corbel"/>
                <w:b w:val="0"/>
                <w:szCs w:val="22"/>
              </w:rPr>
              <w:t>demokracji bezpośredniej oraz pośredniej. Ponadto celem zajęć jest omówienie form demokracji bezpośredniej i jej miejsca jako uzupełniającej formy władzy dla dominującej w państwach europejskich demokracji pośredniej.</w:t>
            </w:r>
          </w:p>
        </w:tc>
      </w:tr>
    </w:tbl>
    <w:p w14:paraId="527F6DE8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DA83312" w14:textId="017859DA" w:rsidR="009948A4" w:rsidRPr="00693C11" w:rsidRDefault="009C745A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smallCaps w:val="0"/>
          <w:sz w:val="22"/>
        </w:rPr>
        <w:br w:type="column"/>
      </w:r>
      <w:r w:rsidR="00F47100" w:rsidRPr="00693C11">
        <w:rPr>
          <w:rFonts w:ascii="Corbel" w:hAnsi="Corbel"/>
          <w:smallCaps w:val="0"/>
          <w:sz w:val="22"/>
        </w:rPr>
        <w:lastRenderedPageBreak/>
        <w:t xml:space="preserve">3.2 EFEKTY </w:t>
      </w:r>
      <w:r w:rsidR="00693C11">
        <w:rPr>
          <w:rFonts w:ascii="Corbel" w:hAnsi="Corbel"/>
          <w:smallCaps w:val="0"/>
          <w:sz w:val="22"/>
        </w:rPr>
        <w:t>UCZENIA SIĘ</w:t>
      </w:r>
      <w:r w:rsidR="00F47100" w:rsidRPr="00693C11">
        <w:rPr>
          <w:rFonts w:ascii="Corbel" w:hAnsi="Corbel"/>
          <w:smallCaps w:val="0"/>
          <w:sz w:val="22"/>
        </w:rPr>
        <w:t xml:space="preserve"> DLA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6346"/>
        <w:gridCol w:w="1868"/>
      </w:tblGrid>
      <w:tr w:rsidR="00693C11" w:rsidRPr="00693C11" w14:paraId="5A495A14" w14:textId="77777777" w:rsidTr="006B56FD">
        <w:trPr>
          <w:jc w:val="center"/>
        </w:trPr>
        <w:tc>
          <w:tcPr>
            <w:tcW w:w="1414" w:type="dxa"/>
            <w:vAlign w:val="center"/>
          </w:tcPr>
          <w:p w14:paraId="38BC38EB" w14:textId="6A0200DC" w:rsidR="00693C11" w:rsidRPr="00693C11" w:rsidRDefault="00693C11" w:rsidP="00693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46" w:type="dxa"/>
            <w:vAlign w:val="center"/>
          </w:tcPr>
          <w:p w14:paraId="27E0611F" w14:textId="0188C7ED" w:rsidR="00693C11" w:rsidRPr="00693C11" w:rsidRDefault="00693C11" w:rsidP="00693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8" w:type="dxa"/>
            <w:vAlign w:val="center"/>
          </w:tcPr>
          <w:p w14:paraId="65FA9C41" w14:textId="4121218F" w:rsidR="00693C11" w:rsidRPr="00693C11" w:rsidRDefault="00693C11" w:rsidP="00693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E757B" w:rsidRPr="00693C11" w14:paraId="0E146101" w14:textId="77777777" w:rsidTr="00693C11">
        <w:trPr>
          <w:jc w:val="center"/>
        </w:trPr>
        <w:tc>
          <w:tcPr>
            <w:tcW w:w="1414" w:type="dxa"/>
          </w:tcPr>
          <w:p w14:paraId="42F0CA1A" w14:textId="77C36A92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01</w:t>
            </w:r>
          </w:p>
        </w:tc>
        <w:tc>
          <w:tcPr>
            <w:tcW w:w="6346" w:type="dxa"/>
          </w:tcPr>
          <w:p w14:paraId="2A861DFD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identyfikuje formy demokracji bezpośredniej</w:t>
            </w:r>
          </w:p>
        </w:tc>
        <w:tc>
          <w:tcPr>
            <w:tcW w:w="1868" w:type="dxa"/>
          </w:tcPr>
          <w:p w14:paraId="763944E1" w14:textId="2CF2B137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K_W04</w:t>
            </w:r>
          </w:p>
        </w:tc>
      </w:tr>
      <w:tr w:rsidR="008E757B" w:rsidRPr="00693C11" w14:paraId="209FE1C9" w14:textId="77777777" w:rsidTr="00693C11">
        <w:trPr>
          <w:jc w:val="center"/>
        </w:trPr>
        <w:tc>
          <w:tcPr>
            <w:tcW w:w="1414" w:type="dxa"/>
          </w:tcPr>
          <w:p w14:paraId="3EDA212E" w14:textId="6800F48C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02</w:t>
            </w:r>
          </w:p>
        </w:tc>
        <w:tc>
          <w:tcPr>
            <w:tcW w:w="6346" w:type="dxa"/>
          </w:tcPr>
          <w:p w14:paraId="5137B5EE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prezentuje genezę i ewolucję inicjatywy ludowej</w:t>
            </w:r>
          </w:p>
        </w:tc>
        <w:tc>
          <w:tcPr>
            <w:tcW w:w="1868" w:type="dxa"/>
          </w:tcPr>
          <w:p w14:paraId="614B4B98" w14:textId="184BCB8B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K_W05</w:t>
            </w:r>
          </w:p>
        </w:tc>
      </w:tr>
      <w:tr w:rsidR="008E757B" w:rsidRPr="00693C11" w14:paraId="1FD39D6F" w14:textId="77777777" w:rsidTr="00693C11">
        <w:trPr>
          <w:jc w:val="center"/>
        </w:trPr>
        <w:tc>
          <w:tcPr>
            <w:tcW w:w="1414" w:type="dxa"/>
          </w:tcPr>
          <w:p w14:paraId="30A58E26" w14:textId="650C79DA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03</w:t>
            </w:r>
          </w:p>
        </w:tc>
        <w:tc>
          <w:tcPr>
            <w:tcW w:w="6346" w:type="dxa"/>
          </w:tcPr>
          <w:p w14:paraId="5A4B0F23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wykorzystuje metody i techniki badawcze do analizy i opisu inicjatywy ludowej w sprawie zmiany konstytucji i w sprawie uchwalenia ustawy</w:t>
            </w:r>
          </w:p>
        </w:tc>
        <w:tc>
          <w:tcPr>
            <w:tcW w:w="1868" w:type="dxa"/>
          </w:tcPr>
          <w:p w14:paraId="0C90888F" w14:textId="6F583E48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K_W12</w:t>
            </w:r>
          </w:p>
        </w:tc>
      </w:tr>
      <w:tr w:rsidR="008E757B" w:rsidRPr="00693C11" w14:paraId="47696D21" w14:textId="77777777" w:rsidTr="00693C11">
        <w:trPr>
          <w:jc w:val="center"/>
        </w:trPr>
        <w:tc>
          <w:tcPr>
            <w:tcW w:w="1414" w:type="dxa"/>
          </w:tcPr>
          <w:p w14:paraId="0A1AB8DF" w14:textId="3D4F69F0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4</w:t>
            </w:r>
          </w:p>
        </w:tc>
        <w:tc>
          <w:tcPr>
            <w:tcW w:w="6346" w:type="dxa"/>
          </w:tcPr>
          <w:p w14:paraId="3E32FB35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klasyfikuje referendum konstytucyjne, ustawodawcze, administracyjne</w:t>
            </w:r>
          </w:p>
        </w:tc>
        <w:tc>
          <w:tcPr>
            <w:tcW w:w="1868" w:type="dxa"/>
          </w:tcPr>
          <w:p w14:paraId="44DC02EF" w14:textId="5A04CE05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K_U01</w:t>
            </w:r>
          </w:p>
        </w:tc>
      </w:tr>
      <w:tr w:rsidR="008E757B" w:rsidRPr="00693C11" w14:paraId="1C1EF430" w14:textId="77777777" w:rsidTr="00693C11">
        <w:trPr>
          <w:jc w:val="center"/>
        </w:trPr>
        <w:tc>
          <w:tcPr>
            <w:tcW w:w="1414" w:type="dxa"/>
          </w:tcPr>
          <w:p w14:paraId="328C70D1" w14:textId="52F97B62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5</w:t>
            </w:r>
          </w:p>
        </w:tc>
        <w:tc>
          <w:tcPr>
            <w:tcW w:w="6346" w:type="dxa"/>
          </w:tcPr>
          <w:p w14:paraId="50D0D5FF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wykorzystuje zdobytą wiedzę i pozyskuje dane do analizowania genezy i ewolucji referendum</w:t>
            </w:r>
          </w:p>
        </w:tc>
        <w:tc>
          <w:tcPr>
            <w:tcW w:w="1868" w:type="dxa"/>
          </w:tcPr>
          <w:p w14:paraId="76AE69D4" w14:textId="5EC81BCA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K_U01</w:t>
            </w:r>
          </w:p>
        </w:tc>
      </w:tr>
      <w:tr w:rsidR="008E757B" w:rsidRPr="00693C11" w14:paraId="1A5DF27F" w14:textId="77777777" w:rsidTr="00693C11">
        <w:trPr>
          <w:jc w:val="center"/>
        </w:trPr>
        <w:tc>
          <w:tcPr>
            <w:tcW w:w="1414" w:type="dxa"/>
          </w:tcPr>
          <w:p w14:paraId="6A8A86D0" w14:textId="247000DF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6</w:t>
            </w:r>
          </w:p>
        </w:tc>
        <w:tc>
          <w:tcPr>
            <w:tcW w:w="6346" w:type="dxa"/>
          </w:tcPr>
          <w:p w14:paraId="5F62CE4D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przygotowuje typowe prace pisemne dotyczące referendum finansowego, plebiscytu, weta ludowego, konsultacji ludowych, zgromadzeń ludowych</w:t>
            </w:r>
          </w:p>
        </w:tc>
        <w:tc>
          <w:tcPr>
            <w:tcW w:w="1868" w:type="dxa"/>
          </w:tcPr>
          <w:p w14:paraId="6C9139A9" w14:textId="2E823A11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K_U11</w:t>
            </w:r>
          </w:p>
        </w:tc>
      </w:tr>
      <w:tr w:rsidR="008E757B" w:rsidRPr="00693C11" w14:paraId="10D6B4C2" w14:textId="77777777" w:rsidTr="00693C11">
        <w:trPr>
          <w:jc w:val="center"/>
        </w:trPr>
        <w:tc>
          <w:tcPr>
            <w:tcW w:w="1414" w:type="dxa"/>
          </w:tcPr>
          <w:p w14:paraId="212CAD68" w14:textId="239CE109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7</w:t>
            </w:r>
          </w:p>
        </w:tc>
        <w:tc>
          <w:tcPr>
            <w:tcW w:w="6346" w:type="dxa"/>
          </w:tcPr>
          <w:p w14:paraId="4A053C42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przygotowuje typowe prace pisemne dotyczące zagadnień politycznych z wykorzystaniem genezy i ewolucji demokracji pośredniej </w:t>
            </w:r>
          </w:p>
        </w:tc>
        <w:tc>
          <w:tcPr>
            <w:tcW w:w="1868" w:type="dxa"/>
          </w:tcPr>
          <w:p w14:paraId="45E582C6" w14:textId="26AA50D6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K_U11</w:t>
            </w:r>
          </w:p>
        </w:tc>
      </w:tr>
      <w:tr w:rsidR="008E757B" w:rsidRPr="00693C11" w14:paraId="3D0A7BC7" w14:textId="77777777" w:rsidTr="00693C11">
        <w:trPr>
          <w:jc w:val="center"/>
        </w:trPr>
        <w:tc>
          <w:tcPr>
            <w:tcW w:w="1414" w:type="dxa"/>
          </w:tcPr>
          <w:p w14:paraId="56BDD4A4" w14:textId="2EBC9A62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8</w:t>
            </w:r>
          </w:p>
        </w:tc>
        <w:tc>
          <w:tcPr>
            <w:tcW w:w="6346" w:type="dxa"/>
          </w:tcPr>
          <w:p w14:paraId="4B937649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ma świadomość wad i zalet demokracji pośredniej</w:t>
            </w:r>
          </w:p>
        </w:tc>
        <w:tc>
          <w:tcPr>
            <w:tcW w:w="1868" w:type="dxa"/>
          </w:tcPr>
          <w:p w14:paraId="732DBF22" w14:textId="6A877E2F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K_K06</w:t>
            </w:r>
          </w:p>
        </w:tc>
      </w:tr>
      <w:tr w:rsidR="008E757B" w:rsidRPr="00693C11" w14:paraId="50D47624" w14:textId="77777777" w:rsidTr="00693C11">
        <w:trPr>
          <w:jc w:val="center"/>
        </w:trPr>
        <w:tc>
          <w:tcPr>
            <w:tcW w:w="1414" w:type="dxa"/>
          </w:tcPr>
          <w:p w14:paraId="563B6805" w14:textId="603B6FB9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9</w:t>
            </w:r>
          </w:p>
        </w:tc>
        <w:tc>
          <w:tcPr>
            <w:tcW w:w="6346" w:type="dxa"/>
          </w:tcPr>
          <w:p w14:paraId="401262C8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jest przygotowany do uczestnictwa w tworzeniu reguł wyborów do parlamentu</w:t>
            </w:r>
          </w:p>
        </w:tc>
        <w:tc>
          <w:tcPr>
            <w:tcW w:w="1868" w:type="dxa"/>
          </w:tcPr>
          <w:p w14:paraId="1C6459C4" w14:textId="15C60C5F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K_K06</w:t>
            </w:r>
          </w:p>
        </w:tc>
      </w:tr>
      <w:tr w:rsidR="008E757B" w:rsidRPr="00693C11" w14:paraId="2F766AF8" w14:textId="77777777" w:rsidTr="00693C11">
        <w:trPr>
          <w:jc w:val="center"/>
        </w:trPr>
        <w:tc>
          <w:tcPr>
            <w:tcW w:w="1414" w:type="dxa"/>
          </w:tcPr>
          <w:p w14:paraId="01C516ED" w14:textId="1A22389F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EK_10</w:t>
            </w:r>
          </w:p>
        </w:tc>
        <w:tc>
          <w:tcPr>
            <w:tcW w:w="6346" w:type="dxa"/>
          </w:tcPr>
          <w:p w14:paraId="010D3F65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jest przygotowany do uczestnictwa w tworzeniu reguł wyborów głowy państwa</w:t>
            </w:r>
          </w:p>
        </w:tc>
        <w:tc>
          <w:tcPr>
            <w:tcW w:w="1868" w:type="dxa"/>
          </w:tcPr>
          <w:p w14:paraId="7445A922" w14:textId="35A60808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K_K06</w:t>
            </w:r>
          </w:p>
        </w:tc>
      </w:tr>
      <w:tr w:rsidR="008E757B" w:rsidRPr="00693C11" w14:paraId="07E5C257" w14:textId="77777777" w:rsidTr="00693C11">
        <w:trPr>
          <w:jc w:val="center"/>
        </w:trPr>
        <w:tc>
          <w:tcPr>
            <w:tcW w:w="1414" w:type="dxa"/>
          </w:tcPr>
          <w:p w14:paraId="6CF268DC" w14:textId="0B4FB2EE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EK_11</w:t>
            </w:r>
          </w:p>
        </w:tc>
        <w:tc>
          <w:tcPr>
            <w:tcW w:w="6346" w:type="dxa"/>
          </w:tcPr>
          <w:p w14:paraId="2AADA5AD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jest przygotowany do pracy podczas wyborów lokalnych</w:t>
            </w:r>
          </w:p>
        </w:tc>
        <w:tc>
          <w:tcPr>
            <w:tcW w:w="1868" w:type="dxa"/>
          </w:tcPr>
          <w:p w14:paraId="62B9AB19" w14:textId="313BCA74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K_K07</w:t>
            </w:r>
          </w:p>
        </w:tc>
      </w:tr>
    </w:tbl>
    <w:p w14:paraId="145D386F" w14:textId="77777777" w:rsidR="006A3EB8" w:rsidRPr="00693C11" w:rsidRDefault="006A3EB8" w:rsidP="001B003D">
      <w:pPr>
        <w:pStyle w:val="Akapitzlist"/>
        <w:spacing w:after="0" w:line="240" w:lineRule="auto"/>
        <w:ind w:left="0"/>
        <w:jc w:val="both"/>
        <w:rPr>
          <w:rFonts w:ascii="Corbel" w:hAnsi="Corbel"/>
        </w:rPr>
      </w:pPr>
    </w:p>
    <w:p w14:paraId="574AAFF9" w14:textId="1F3F30C2" w:rsidR="009948A4" w:rsidRPr="00693C11" w:rsidRDefault="006A3EB8" w:rsidP="001B003D">
      <w:pPr>
        <w:pStyle w:val="Akapitzlist"/>
        <w:spacing w:after="0" w:line="240" w:lineRule="auto"/>
        <w:ind w:left="0"/>
        <w:jc w:val="both"/>
        <w:rPr>
          <w:rFonts w:ascii="Corbel" w:hAnsi="Corbel"/>
          <w:b/>
        </w:rPr>
      </w:pPr>
      <w:r w:rsidRPr="00693C11">
        <w:rPr>
          <w:rFonts w:ascii="Corbel" w:hAnsi="Corbel"/>
          <w:b/>
        </w:rPr>
        <w:t xml:space="preserve">3.3. </w:t>
      </w:r>
      <w:r w:rsidR="009948A4" w:rsidRPr="00693C11">
        <w:rPr>
          <w:rFonts w:ascii="Corbel" w:hAnsi="Corbel"/>
          <w:b/>
        </w:rPr>
        <w:t xml:space="preserve">TREŚCI PROGRAMOWE </w:t>
      </w:r>
    </w:p>
    <w:p w14:paraId="674DBF64" w14:textId="77777777" w:rsidR="009948A4" w:rsidRPr="00693C11" w:rsidRDefault="00F47100" w:rsidP="001B003D">
      <w:pPr>
        <w:pStyle w:val="Akapitzlist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Corbel" w:hAnsi="Corbel"/>
          <w:b/>
        </w:rPr>
      </w:pPr>
      <w:r w:rsidRPr="00693C11">
        <w:rPr>
          <w:rFonts w:ascii="Corbel" w:hAnsi="Corbel"/>
          <w:b/>
        </w:rPr>
        <w:t xml:space="preserve">PROBLEMATYKA KONWERSATORIUM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948A4" w:rsidRPr="00693C11" w14:paraId="1E06DE7D" w14:textId="77777777" w:rsidTr="00F47100">
        <w:trPr>
          <w:jc w:val="center"/>
        </w:trPr>
        <w:tc>
          <w:tcPr>
            <w:tcW w:w="9639" w:type="dxa"/>
          </w:tcPr>
          <w:p w14:paraId="2CB45AA9" w14:textId="77777777" w:rsidR="009948A4" w:rsidRPr="00693C11" w:rsidRDefault="009948A4" w:rsidP="001B003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Treści merytoryczne</w:t>
            </w:r>
          </w:p>
        </w:tc>
      </w:tr>
      <w:tr w:rsidR="00E83FF4" w:rsidRPr="00693C11" w14:paraId="670CFC13" w14:textId="77777777" w:rsidTr="00F47100">
        <w:trPr>
          <w:jc w:val="center"/>
        </w:trPr>
        <w:tc>
          <w:tcPr>
            <w:tcW w:w="9639" w:type="dxa"/>
          </w:tcPr>
          <w:p w14:paraId="089213C4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Podział form demokracji bezpośredniej</w:t>
            </w:r>
          </w:p>
        </w:tc>
      </w:tr>
      <w:tr w:rsidR="00E83FF4" w:rsidRPr="00693C11" w14:paraId="4AF948FE" w14:textId="77777777" w:rsidTr="00F47100">
        <w:trPr>
          <w:jc w:val="center"/>
        </w:trPr>
        <w:tc>
          <w:tcPr>
            <w:tcW w:w="9639" w:type="dxa"/>
          </w:tcPr>
          <w:p w14:paraId="782F55BE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Geneza i ewolucja inicjatywy ludowej </w:t>
            </w:r>
          </w:p>
        </w:tc>
      </w:tr>
      <w:tr w:rsidR="00E83FF4" w:rsidRPr="00693C11" w14:paraId="2B3EF36F" w14:textId="77777777" w:rsidTr="00F47100">
        <w:trPr>
          <w:jc w:val="center"/>
        </w:trPr>
        <w:tc>
          <w:tcPr>
            <w:tcW w:w="9639" w:type="dxa"/>
          </w:tcPr>
          <w:p w14:paraId="58721290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Inicjatywa ludowa w sprawie zmiany konstytucji i w sprawie uchwalenia ustawy</w:t>
            </w:r>
          </w:p>
        </w:tc>
      </w:tr>
      <w:tr w:rsidR="00E83FF4" w:rsidRPr="00693C11" w14:paraId="0C3F1F63" w14:textId="77777777" w:rsidTr="00F47100">
        <w:trPr>
          <w:jc w:val="center"/>
        </w:trPr>
        <w:tc>
          <w:tcPr>
            <w:tcW w:w="9639" w:type="dxa"/>
          </w:tcPr>
          <w:p w14:paraId="290DA9FD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Inicjatywa ludowa w sprawie przeprowadzenia referendum konstytucyjnego i zwykłego</w:t>
            </w:r>
          </w:p>
        </w:tc>
      </w:tr>
      <w:tr w:rsidR="00E83FF4" w:rsidRPr="00693C11" w14:paraId="635F974A" w14:textId="77777777" w:rsidTr="00F47100">
        <w:trPr>
          <w:jc w:val="center"/>
        </w:trPr>
        <w:tc>
          <w:tcPr>
            <w:tcW w:w="9639" w:type="dxa"/>
          </w:tcPr>
          <w:p w14:paraId="6CA3CF96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Geneza i ewolucja referendum </w:t>
            </w:r>
          </w:p>
        </w:tc>
      </w:tr>
      <w:tr w:rsidR="00E83FF4" w:rsidRPr="00693C11" w14:paraId="44C0AA53" w14:textId="77777777" w:rsidTr="00F47100">
        <w:trPr>
          <w:jc w:val="center"/>
        </w:trPr>
        <w:tc>
          <w:tcPr>
            <w:tcW w:w="9639" w:type="dxa"/>
          </w:tcPr>
          <w:p w14:paraId="653BDE01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Referendum konstytucyjne, ustawodawcze, administracyjne</w:t>
            </w:r>
          </w:p>
        </w:tc>
      </w:tr>
      <w:tr w:rsidR="00E83FF4" w:rsidRPr="00693C11" w14:paraId="41B82FB0" w14:textId="77777777" w:rsidTr="00F47100">
        <w:trPr>
          <w:jc w:val="center"/>
        </w:trPr>
        <w:tc>
          <w:tcPr>
            <w:tcW w:w="9639" w:type="dxa"/>
          </w:tcPr>
          <w:p w14:paraId="2E530373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Referendum finansowe, plebiscyt, weto ludowe, konsultacja ludowa, zgromadzenie ludowe</w:t>
            </w:r>
          </w:p>
        </w:tc>
      </w:tr>
      <w:tr w:rsidR="00E83FF4" w:rsidRPr="00693C11" w14:paraId="71893071" w14:textId="77777777" w:rsidTr="00F47100">
        <w:trPr>
          <w:jc w:val="center"/>
        </w:trPr>
        <w:tc>
          <w:tcPr>
            <w:tcW w:w="9639" w:type="dxa"/>
          </w:tcPr>
          <w:p w14:paraId="520A55C4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Demokracja pośrednia geneza i ewolucja</w:t>
            </w:r>
          </w:p>
        </w:tc>
      </w:tr>
      <w:tr w:rsidR="00E83FF4" w:rsidRPr="00693C11" w14:paraId="2426CBE5" w14:textId="77777777" w:rsidTr="00F47100">
        <w:trPr>
          <w:jc w:val="center"/>
        </w:trPr>
        <w:tc>
          <w:tcPr>
            <w:tcW w:w="9639" w:type="dxa"/>
          </w:tcPr>
          <w:p w14:paraId="37146300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Demokracja pośrednia – wady i zalety</w:t>
            </w:r>
          </w:p>
        </w:tc>
      </w:tr>
      <w:tr w:rsidR="00E83FF4" w:rsidRPr="00693C11" w14:paraId="75BEF3E5" w14:textId="77777777" w:rsidTr="00F47100">
        <w:trPr>
          <w:jc w:val="center"/>
        </w:trPr>
        <w:tc>
          <w:tcPr>
            <w:tcW w:w="9639" w:type="dxa"/>
          </w:tcPr>
          <w:p w14:paraId="7F68E24F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Wybory do parlamentu</w:t>
            </w:r>
          </w:p>
        </w:tc>
      </w:tr>
      <w:tr w:rsidR="00E83FF4" w:rsidRPr="00693C11" w14:paraId="3AF6A8D1" w14:textId="77777777" w:rsidTr="00F47100">
        <w:trPr>
          <w:jc w:val="center"/>
        </w:trPr>
        <w:tc>
          <w:tcPr>
            <w:tcW w:w="9639" w:type="dxa"/>
          </w:tcPr>
          <w:p w14:paraId="399F9A7E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Wybory głowy państwa</w:t>
            </w:r>
          </w:p>
        </w:tc>
      </w:tr>
      <w:tr w:rsidR="00E83FF4" w:rsidRPr="00693C11" w14:paraId="47384D24" w14:textId="77777777" w:rsidTr="00F47100">
        <w:trPr>
          <w:jc w:val="center"/>
        </w:trPr>
        <w:tc>
          <w:tcPr>
            <w:tcW w:w="9639" w:type="dxa"/>
          </w:tcPr>
          <w:p w14:paraId="23B739FC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Wybory lokalne</w:t>
            </w:r>
          </w:p>
        </w:tc>
      </w:tr>
    </w:tbl>
    <w:p w14:paraId="55F43AB0" w14:textId="77777777" w:rsidR="009948A4" w:rsidRPr="00693C11" w:rsidRDefault="009948A4" w:rsidP="001B003D">
      <w:pPr>
        <w:spacing w:after="0" w:line="240" w:lineRule="auto"/>
        <w:rPr>
          <w:rFonts w:ascii="Corbel" w:hAnsi="Corbel"/>
        </w:rPr>
      </w:pPr>
    </w:p>
    <w:p w14:paraId="157C5F43" w14:textId="77777777" w:rsidR="009948A4" w:rsidRPr="00693C11" w:rsidRDefault="006A3EB8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3.4. </w:t>
      </w:r>
      <w:r w:rsidR="00E74896" w:rsidRPr="00693C11">
        <w:rPr>
          <w:rFonts w:ascii="Corbel" w:hAnsi="Corbel"/>
          <w:smallCaps w:val="0"/>
          <w:sz w:val="22"/>
        </w:rPr>
        <w:t xml:space="preserve">METODY DYDAKTYCZNE, </w:t>
      </w:r>
      <w:r w:rsidR="009948A4" w:rsidRPr="00693C11">
        <w:rPr>
          <w:rFonts w:ascii="Corbel" w:hAnsi="Corbel"/>
          <w:b w:val="0"/>
          <w:smallCaps w:val="0"/>
          <w:sz w:val="22"/>
        </w:rPr>
        <w:t>Np.:</w:t>
      </w:r>
    </w:p>
    <w:p w14:paraId="5F5F4157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693C11">
        <w:rPr>
          <w:rFonts w:ascii="Corbel" w:hAnsi="Corbel"/>
          <w:b w:val="0"/>
          <w:i/>
          <w:smallCaps w:val="0"/>
          <w:sz w:val="22"/>
        </w:rPr>
        <w:t>Wykład: wykład problemowy/wykład z prezentacją multimedialną/ metody kształcenia na odległość</w:t>
      </w:r>
    </w:p>
    <w:p w14:paraId="645A82B1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693C11">
        <w:rPr>
          <w:rFonts w:ascii="Corbel" w:hAnsi="Corbel"/>
          <w:b w:val="0"/>
          <w:i/>
          <w:smallCaps w:val="0"/>
          <w:sz w:val="22"/>
        </w:rPr>
        <w:t>Ćwiczenia: Analiza tekstów z dyskusją/ metoda projektów( projekt badawczy, wdrożeniowy, praktyczny/ praca w grupach/rozwiązywanie zadań/ dyskusja/ metody kształcenia na odległość</w:t>
      </w:r>
    </w:p>
    <w:p w14:paraId="7F54A334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693C11">
        <w:rPr>
          <w:rFonts w:ascii="Corbel" w:hAnsi="Corbel"/>
          <w:b w:val="0"/>
          <w:i/>
          <w:smallCaps w:val="0"/>
          <w:sz w:val="22"/>
        </w:rPr>
        <w:t>Laboratorium: wykonywanie doświadczeń, projektowanie doświadczeń</w:t>
      </w:r>
    </w:p>
    <w:p w14:paraId="6D05F919" w14:textId="77777777" w:rsidR="00E74896" w:rsidRPr="00693C11" w:rsidRDefault="00E74896" w:rsidP="00E74896">
      <w:pPr>
        <w:pStyle w:val="Punktygwne"/>
        <w:spacing w:before="0" w:after="0"/>
        <w:rPr>
          <w:rFonts w:ascii="Corbel" w:hAnsi="Corbel"/>
          <w:b w:val="0"/>
          <w:smallCaps w:val="0"/>
          <w:sz w:val="22"/>
          <w:u w:val="single"/>
        </w:rPr>
      </w:pPr>
      <w:r w:rsidRPr="00693C11">
        <w:rPr>
          <w:rFonts w:ascii="Corbel" w:hAnsi="Corbel"/>
          <w:b w:val="0"/>
          <w:smallCaps w:val="0"/>
          <w:sz w:val="22"/>
          <w:u w:val="single"/>
        </w:rPr>
        <w:t xml:space="preserve">KONWERSATORIUM: </w:t>
      </w:r>
      <w:r w:rsidRPr="00693C11">
        <w:rPr>
          <w:rFonts w:ascii="Corbel" w:hAnsi="Corbel"/>
          <w:b w:val="0"/>
          <w:i/>
          <w:smallCaps w:val="0"/>
          <w:sz w:val="22"/>
          <w:u w:val="single"/>
        </w:rPr>
        <w:t>ANALIZA TEKSTÓW Z DYSKUSJĄ,</w:t>
      </w:r>
    </w:p>
    <w:p w14:paraId="193233FD" w14:textId="011BB792" w:rsidR="009948A4" w:rsidRPr="00693C11" w:rsidRDefault="009C745A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br w:type="column"/>
      </w:r>
    </w:p>
    <w:p w14:paraId="360126C9" w14:textId="77777777" w:rsidR="009948A4" w:rsidRPr="00693C11" w:rsidRDefault="00F928C8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4. </w:t>
      </w:r>
      <w:r w:rsidR="009948A4" w:rsidRPr="00693C11">
        <w:rPr>
          <w:rFonts w:ascii="Corbel" w:hAnsi="Corbel"/>
          <w:smallCaps w:val="0"/>
          <w:sz w:val="22"/>
        </w:rPr>
        <w:t>METODY I KRYTERIA OCENY</w:t>
      </w:r>
    </w:p>
    <w:p w14:paraId="6539B77F" w14:textId="24F379C5" w:rsidR="009948A4" w:rsidRPr="00693C11" w:rsidRDefault="001B003D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4.1 SPOSOBY WERYFIKACJI EFEKTÓW </w:t>
      </w:r>
      <w:r w:rsidR="00693C11">
        <w:rPr>
          <w:rFonts w:ascii="Corbel" w:hAnsi="Corbel"/>
          <w:smallCaps w:val="0"/>
          <w:sz w:val="22"/>
        </w:rPr>
        <w:t xml:space="preserve">UCZENIA SIĘ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7225"/>
        <w:gridCol w:w="1547"/>
      </w:tblGrid>
      <w:tr w:rsidR="00693C11" w:rsidRPr="00693C11" w14:paraId="0D870ADC" w14:textId="77777777" w:rsidTr="001232B3">
        <w:trPr>
          <w:jc w:val="center"/>
        </w:trPr>
        <w:tc>
          <w:tcPr>
            <w:tcW w:w="843" w:type="dxa"/>
            <w:vAlign w:val="center"/>
          </w:tcPr>
          <w:p w14:paraId="7241721A" w14:textId="71C00CB9" w:rsidR="00693C11" w:rsidRPr="00693C11" w:rsidRDefault="00693C11" w:rsidP="00693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7230" w:type="dxa"/>
            <w:vAlign w:val="center"/>
          </w:tcPr>
          <w:p w14:paraId="10177980" w14:textId="77777777" w:rsidR="00693C11" w:rsidRPr="009C54AE" w:rsidRDefault="00693C11" w:rsidP="00693C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6E1C455" w14:textId="6F9CD639" w:rsidR="00693C11" w:rsidRPr="00693C11" w:rsidRDefault="00693C11" w:rsidP="00693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548" w:type="dxa"/>
            <w:vAlign w:val="center"/>
          </w:tcPr>
          <w:p w14:paraId="3A75C642" w14:textId="77777777" w:rsidR="00693C11" w:rsidRPr="009C54AE" w:rsidRDefault="00693C11" w:rsidP="00693C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35B5AA" w14:textId="53439C88" w:rsidR="00693C11" w:rsidRPr="00693C11" w:rsidRDefault="00693C11" w:rsidP="00693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E125D" w:rsidRPr="00693C11" w14:paraId="2B9A68D0" w14:textId="77777777" w:rsidTr="00E74896">
        <w:trPr>
          <w:jc w:val="center"/>
        </w:trPr>
        <w:tc>
          <w:tcPr>
            <w:tcW w:w="843" w:type="dxa"/>
          </w:tcPr>
          <w:p w14:paraId="10B85412" w14:textId="309E6793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0E125D" w:rsidRPr="00693C11">
              <w:rPr>
                <w:rFonts w:ascii="Corbel" w:hAnsi="Corbel"/>
              </w:rPr>
              <w:t>01</w:t>
            </w:r>
          </w:p>
        </w:tc>
        <w:tc>
          <w:tcPr>
            <w:tcW w:w="7230" w:type="dxa"/>
          </w:tcPr>
          <w:p w14:paraId="0A7DE83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- wyniki testu </w:t>
            </w:r>
            <w:proofErr w:type="spellStart"/>
            <w:r w:rsidRPr="00693C11">
              <w:rPr>
                <w:rFonts w:ascii="Corbel" w:hAnsi="Corbel"/>
              </w:rPr>
              <w:t>śródsemestralnego</w:t>
            </w:r>
            <w:proofErr w:type="spellEnd"/>
            <w:r w:rsidRPr="00693C11">
              <w:rPr>
                <w:rFonts w:ascii="Corbel" w:hAnsi="Corbel"/>
              </w:rPr>
              <w:t xml:space="preserve"> i końcowego;</w:t>
            </w:r>
          </w:p>
          <w:p w14:paraId="1B42703B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odpowiedzi podczas zajęć.</w:t>
            </w:r>
          </w:p>
        </w:tc>
        <w:tc>
          <w:tcPr>
            <w:tcW w:w="1548" w:type="dxa"/>
          </w:tcPr>
          <w:p w14:paraId="5ED850A3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535CC5CB" w14:textId="77777777" w:rsidTr="00E74896">
        <w:trPr>
          <w:jc w:val="center"/>
        </w:trPr>
        <w:tc>
          <w:tcPr>
            <w:tcW w:w="843" w:type="dxa"/>
          </w:tcPr>
          <w:p w14:paraId="5DB3C71B" w14:textId="0207EFAA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2</w:t>
            </w:r>
          </w:p>
        </w:tc>
        <w:tc>
          <w:tcPr>
            <w:tcW w:w="7230" w:type="dxa"/>
          </w:tcPr>
          <w:p w14:paraId="54EA44F4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- wyniki testu </w:t>
            </w:r>
            <w:proofErr w:type="spellStart"/>
            <w:r w:rsidRPr="00693C11">
              <w:rPr>
                <w:rFonts w:ascii="Corbel" w:hAnsi="Corbel"/>
              </w:rPr>
              <w:t>śródsemestralnego</w:t>
            </w:r>
            <w:proofErr w:type="spellEnd"/>
            <w:r w:rsidRPr="00693C11">
              <w:rPr>
                <w:rFonts w:ascii="Corbel" w:hAnsi="Corbel"/>
              </w:rPr>
              <w:t xml:space="preserve"> i końcowego;</w:t>
            </w:r>
          </w:p>
          <w:p w14:paraId="3A641EEE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odpowiedzi podczas zajęć.</w:t>
            </w:r>
          </w:p>
        </w:tc>
        <w:tc>
          <w:tcPr>
            <w:tcW w:w="1548" w:type="dxa"/>
          </w:tcPr>
          <w:p w14:paraId="2E036595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30AA1AB8" w14:textId="77777777" w:rsidTr="00E74896">
        <w:trPr>
          <w:jc w:val="center"/>
        </w:trPr>
        <w:tc>
          <w:tcPr>
            <w:tcW w:w="843" w:type="dxa"/>
          </w:tcPr>
          <w:p w14:paraId="291CCD39" w14:textId="4255155F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3</w:t>
            </w:r>
          </w:p>
        </w:tc>
        <w:tc>
          <w:tcPr>
            <w:tcW w:w="7230" w:type="dxa"/>
          </w:tcPr>
          <w:p w14:paraId="50F9BA54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studenta podczas zajęć;</w:t>
            </w:r>
          </w:p>
          <w:p w14:paraId="176E1251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efekty pracy studenta w grupie podczas zajęć;</w:t>
            </w:r>
          </w:p>
          <w:p w14:paraId="74C1732E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- ocena odpowiedzi podczas zajęć. </w:t>
            </w:r>
          </w:p>
        </w:tc>
        <w:tc>
          <w:tcPr>
            <w:tcW w:w="1548" w:type="dxa"/>
          </w:tcPr>
          <w:p w14:paraId="3C6CB009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0BE4CB0F" w14:textId="77777777" w:rsidTr="00E74896">
        <w:trPr>
          <w:jc w:val="center"/>
        </w:trPr>
        <w:tc>
          <w:tcPr>
            <w:tcW w:w="843" w:type="dxa"/>
          </w:tcPr>
          <w:p w14:paraId="08CFC955" w14:textId="11FEF704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4</w:t>
            </w:r>
          </w:p>
        </w:tc>
        <w:tc>
          <w:tcPr>
            <w:tcW w:w="7230" w:type="dxa"/>
          </w:tcPr>
          <w:p w14:paraId="266B761B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studenta podczas zajęć (w tym wygłoszonego referatu);</w:t>
            </w:r>
          </w:p>
          <w:p w14:paraId="039EB471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udział i efekty pracy studenta w grupie;</w:t>
            </w:r>
          </w:p>
          <w:p w14:paraId="7A7D033A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obserwacja pracy studenta podczas zajęć;</w:t>
            </w:r>
          </w:p>
          <w:p w14:paraId="28F1C06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postawy studenta podczas zajęć.</w:t>
            </w:r>
          </w:p>
        </w:tc>
        <w:tc>
          <w:tcPr>
            <w:tcW w:w="1548" w:type="dxa"/>
          </w:tcPr>
          <w:p w14:paraId="5D6F24D4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1C2B9C89" w14:textId="77777777" w:rsidTr="00E74896">
        <w:trPr>
          <w:jc w:val="center"/>
        </w:trPr>
        <w:tc>
          <w:tcPr>
            <w:tcW w:w="843" w:type="dxa"/>
          </w:tcPr>
          <w:p w14:paraId="634EC375" w14:textId="2DA46E46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5</w:t>
            </w:r>
          </w:p>
        </w:tc>
        <w:tc>
          <w:tcPr>
            <w:tcW w:w="7230" w:type="dxa"/>
          </w:tcPr>
          <w:p w14:paraId="5FAD4481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studenta podczas zajęć (w tym wygłoszonego referatu);</w:t>
            </w:r>
          </w:p>
          <w:p w14:paraId="152A0360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udział i efekty pracy studenta w grupie;</w:t>
            </w:r>
          </w:p>
          <w:p w14:paraId="07D02CAE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obserwacja pracy studenta podczas zajęć;</w:t>
            </w:r>
          </w:p>
          <w:p w14:paraId="584EC88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postawy studenta podczas zajęć.</w:t>
            </w:r>
          </w:p>
        </w:tc>
        <w:tc>
          <w:tcPr>
            <w:tcW w:w="1548" w:type="dxa"/>
          </w:tcPr>
          <w:p w14:paraId="616FE185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0EB431B3" w14:textId="77777777" w:rsidTr="00E74896">
        <w:trPr>
          <w:jc w:val="center"/>
        </w:trPr>
        <w:tc>
          <w:tcPr>
            <w:tcW w:w="843" w:type="dxa"/>
          </w:tcPr>
          <w:p w14:paraId="5020F8DA" w14:textId="7B4AAF9A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6</w:t>
            </w:r>
          </w:p>
        </w:tc>
        <w:tc>
          <w:tcPr>
            <w:tcW w:w="7230" w:type="dxa"/>
          </w:tcPr>
          <w:p w14:paraId="1BF7AF2B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studenta podczas zajęć (w tym wygłoszonego referatu);</w:t>
            </w:r>
          </w:p>
          <w:p w14:paraId="0807D4A6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udział i efekty pracy studenta w grupie;</w:t>
            </w:r>
          </w:p>
          <w:p w14:paraId="2F75977B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obserwacja pracy studenta podczas zajęć;</w:t>
            </w:r>
          </w:p>
          <w:p w14:paraId="4D4125D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postawy studenta podczas zajęć.</w:t>
            </w:r>
          </w:p>
        </w:tc>
        <w:tc>
          <w:tcPr>
            <w:tcW w:w="1548" w:type="dxa"/>
          </w:tcPr>
          <w:p w14:paraId="5755B957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7030500B" w14:textId="77777777" w:rsidTr="00E74896">
        <w:trPr>
          <w:jc w:val="center"/>
        </w:trPr>
        <w:tc>
          <w:tcPr>
            <w:tcW w:w="843" w:type="dxa"/>
          </w:tcPr>
          <w:p w14:paraId="31E35381" w14:textId="7F62116F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7</w:t>
            </w:r>
          </w:p>
        </w:tc>
        <w:tc>
          <w:tcPr>
            <w:tcW w:w="7230" w:type="dxa"/>
          </w:tcPr>
          <w:p w14:paraId="79074D8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studenta podczas zajęć (w tym wygłoszonego referatu);</w:t>
            </w:r>
          </w:p>
          <w:p w14:paraId="28365A29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udział i efekty pracy studenta w grupie;</w:t>
            </w:r>
          </w:p>
          <w:p w14:paraId="482DA532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obserwacja pracy studenta podczas zajęć;</w:t>
            </w:r>
          </w:p>
          <w:p w14:paraId="1A2741E3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postawy studenta podczas zajęć.</w:t>
            </w:r>
          </w:p>
        </w:tc>
        <w:tc>
          <w:tcPr>
            <w:tcW w:w="1548" w:type="dxa"/>
          </w:tcPr>
          <w:p w14:paraId="6F176952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7DED4CBB" w14:textId="77777777" w:rsidTr="00E74896">
        <w:trPr>
          <w:jc w:val="center"/>
        </w:trPr>
        <w:tc>
          <w:tcPr>
            <w:tcW w:w="843" w:type="dxa"/>
          </w:tcPr>
          <w:p w14:paraId="087BAD83" w14:textId="24DAF932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8</w:t>
            </w:r>
          </w:p>
        </w:tc>
        <w:tc>
          <w:tcPr>
            <w:tcW w:w="7230" w:type="dxa"/>
          </w:tcPr>
          <w:p w14:paraId="0BBC234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i postawy studenta podczas zajęć;</w:t>
            </w:r>
          </w:p>
          <w:p w14:paraId="4BA2267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udziału studenta w dyskusji podczas zajęć.</w:t>
            </w:r>
          </w:p>
        </w:tc>
        <w:tc>
          <w:tcPr>
            <w:tcW w:w="1548" w:type="dxa"/>
          </w:tcPr>
          <w:p w14:paraId="26AAB4F8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78362281" w14:textId="77777777" w:rsidTr="00E74896">
        <w:trPr>
          <w:jc w:val="center"/>
        </w:trPr>
        <w:tc>
          <w:tcPr>
            <w:tcW w:w="843" w:type="dxa"/>
          </w:tcPr>
          <w:p w14:paraId="13A59C72" w14:textId="08196BB3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9</w:t>
            </w:r>
          </w:p>
        </w:tc>
        <w:tc>
          <w:tcPr>
            <w:tcW w:w="7230" w:type="dxa"/>
          </w:tcPr>
          <w:p w14:paraId="536F744A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udział i efekty pracy studenta w grupie;</w:t>
            </w:r>
          </w:p>
          <w:p w14:paraId="75CD218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i postawy studenta podczas zajęć.</w:t>
            </w:r>
          </w:p>
        </w:tc>
        <w:tc>
          <w:tcPr>
            <w:tcW w:w="1548" w:type="dxa"/>
          </w:tcPr>
          <w:p w14:paraId="598C58C3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368C7C28" w14:textId="77777777" w:rsidTr="00E74896">
        <w:trPr>
          <w:jc w:val="center"/>
        </w:trPr>
        <w:tc>
          <w:tcPr>
            <w:tcW w:w="843" w:type="dxa"/>
          </w:tcPr>
          <w:p w14:paraId="4FD69DC2" w14:textId="4F17F46A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EK_10</w:t>
            </w:r>
          </w:p>
        </w:tc>
        <w:tc>
          <w:tcPr>
            <w:tcW w:w="7230" w:type="dxa"/>
          </w:tcPr>
          <w:p w14:paraId="776EEEB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i postawy studenta podczas zajęć;</w:t>
            </w:r>
          </w:p>
          <w:p w14:paraId="75C9017A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udziału studenta w dyskusji podczas zajęć.</w:t>
            </w:r>
          </w:p>
        </w:tc>
        <w:tc>
          <w:tcPr>
            <w:tcW w:w="1548" w:type="dxa"/>
          </w:tcPr>
          <w:p w14:paraId="3B4A903E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20992960" w14:textId="77777777" w:rsidTr="00E74896">
        <w:trPr>
          <w:jc w:val="center"/>
        </w:trPr>
        <w:tc>
          <w:tcPr>
            <w:tcW w:w="843" w:type="dxa"/>
          </w:tcPr>
          <w:p w14:paraId="4683D802" w14:textId="6A4EA60A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EK_11</w:t>
            </w:r>
          </w:p>
        </w:tc>
        <w:tc>
          <w:tcPr>
            <w:tcW w:w="7230" w:type="dxa"/>
          </w:tcPr>
          <w:p w14:paraId="4B029786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udział i efekty pracy studenta w grupie;</w:t>
            </w:r>
          </w:p>
          <w:p w14:paraId="3D7BBE81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i postawy studenta podczas zajęć.</w:t>
            </w:r>
          </w:p>
        </w:tc>
        <w:tc>
          <w:tcPr>
            <w:tcW w:w="1548" w:type="dxa"/>
          </w:tcPr>
          <w:p w14:paraId="4F483800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</w:tbl>
    <w:p w14:paraId="2ED50564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D3CAC0A" w14:textId="77777777" w:rsidR="009948A4" w:rsidRPr="00693C11" w:rsidRDefault="001B003D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>4.2</w:t>
      </w:r>
      <w:r w:rsidR="00C838F8" w:rsidRPr="00693C11">
        <w:rPr>
          <w:rFonts w:ascii="Corbel" w:hAnsi="Corbel"/>
          <w:smallCaps w:val="0"/>
          <w:sz w:val="22"/>
        </w:rPr>
        <w:t xml:space="preserve"> </w:t>
      </w:r>
      <w:r w:rsidRPr="00693C11">
        <w:rPr>
          <w:rFonts w:ascii="Corbel" w:hAnsi="Corbel"/>
          <w:smallCaps w:val="0"/>
          <w:sz w:val="22"/>
        </w:rPr>
        <w:t>WARUNKI ZALICZENIA PRZEDMIOTU (KRYTERIA OCENIANIA)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9"/>
      </w:tblGrid>
      <w:tr w:rsidR="009948A4" w:rsidRPr="00693C11" w14:paraId="41D46F87" w14:textId="77777777" w:rsidTr="001B003D">
        <w:trPr>
          <w:jc w:val="center"/>
        </w:trPr>
        <w:tc>
          <w:tcPr>
            <w:tcW w:w="9549" w:type="dxa"/>
          </w:tcPr>
          <w:p w14:paraId="5BA0C5E3" w14:textId="77777777" w:rsidR="009948A4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sposób: zaliczenie, forma: ustalenie oceny zaliczeniowej na podstawie ocen cząstkowych (referat, aktywność na zajęciach)</w:t>
            </w:r>
          </w:p>
        </w:tc>
      </w:tr>
    </w:tbl>
    <w:p w14:paraId="0DC774A0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7D1C4CA" w14:textId="77777777" w:rsidR="009948A4" w:rsidRPr="00693C11" w:rsidRDefault="001B003D" w:rsidP="001B003D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>5. CAŁKOWITY NAKŁAD PRACY STUDENTA POTRZEBNY DO OSIĄGNIĘCIA ZAŁOŻONYCH EFEKTÓW W GODZINACH ORAZ PUNKTACH ECTS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693C11" w:rsidRPr="009C54AE" w14:paraId="41C82536" w14:textId="77777777" w:rsidTr="00544DAC">
        <w:tc>
          <w:tcPr>
            <w:tcW w:w="4962" w:type="dxa"/>
            <w:vAlign w:val="center"/>
          </w:tcPr>
          <w:p w14:paraId="01873B6A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BFF074F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93C11" w:rsidRPr="009C54AE" w14:paraId="29982225" w14:textId="77777777" w:rsidTr="00544DAC">
        <w:tc>
          <w:tcPr>
            <w:tcW w:w="4962" w:type="dxa"/>
          </w:tcPr>
          <w:p w14:paraId="364860CF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1B6B706" w14:textId="02F8B4B3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93C11" w:rsidRPr="009C54AE" w14:paraId="17E43247" w14:textId="77777777" w:rsidTr="00544DAC">
        <w:tc>
          <w:tcPr>
            <w:tcW w:w="4962" w:type="dxa"/>
          </w:tcPr>
          <w:p w14:paraId="4C62AB6D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57411B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E694761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93C11" w:rsidRPr="009C54AE" w14:paraId="09133CA0" w14:textId="77777777" w:rsidTr="00544DAC">
        <w:tc>
          <w:tcPr>
            <w:tcW w:w="4962" w:type="dxa"/>
          </w:tcPr>
          <w:p w14:paraId="28698E15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747C8F9F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99EB85A" w14:textId="267B1C2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93C11" w:rsidRPr="009C54AE" w14:paraId="32DE1266" w14:textId="77777777" w:rsidTr="00544DAC">
        <w:tc>
          <w:tcPr>
            <w:tcW w:w="4962" w:type="dxa"/>
          </w:tcPr>
          <w:p w14:paraId="42097721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2BFEE4" w14:textId="3D6E88F4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93C11" w:rsidRPr="009C54AE" w14:paraId="6313E7D4" w14:textId="77777777" w:rsidTr="00544DAC">
        <w:tc>
          <w:tcPr>
            <w:tcW w:w="4962" w:type="dxa"/>
          </w:tcPr>
          <w:p w14:paraId="0C7494EC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81D6A2" w14:textId="355F46FC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B1AE46" w14:textId="77777777" w:rsidR="00693C11" w:rsidRPr="009C54AE" w:rsidRDefault="00693C11" w:rsidP="00693C1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BCCE739" w14:textId="0B9C2D6C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ECF2E81" w14:textId="1F5E186F" w:rsidR="009948A4" w:rsidRPr="00693C11" w:rsidRDefault="00F928C8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6. </w:t>
      </w:r>
      <w:r w:rsidR="009948A4" w:rsidRPr="00693C11">
        <w:rPr>
          <w:rFonts w:ascii="Corbel" w:hAnsi="Corbel"/>
          <w:smallCaps w:val="0"/>
          <w:sz w:val="22"/>
        </w:rPr>
        <w:t>PRAKTYKI ZAWODOWE W RAMACH PRZEDMIOTU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8"/>
        <w:gridCol w:w="3055"/>
      </w:tblGrid>
      <w:tr w:rsidR="009948A4" w:rsidRPr="00693C11" w14:paraId="484CFFEA" w14:textId="77777777" w:rsidTr="009C745A">
        <w:tc>
          <w:tcPr>
            <w:tcW w:w="4028" w:type="dxa"/>
          </w:tcPr>
          <w:p w14:paraId="7D37D88F" w14:textId="77777777" w:rsidR="009948A4" w:rsidRPr="00693C11" w:rsidRDefault="009948A4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055" w:type="dxa"/>
          </w:tcPr>
          <w:p w14:paraId="627BF403" w14:textId="6087C459" w:rsidR="009948A4" w:rsidRPr="00693C11" w:rsidRDefault="00BA0D5E" w:rsidP="001B00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i/>
                <w:smallCaps w:val="0"/>
                <w:sz w:val="22"/>
              </w:rPr>
              <w:t>Nie dotyczy</w:t>
            </w:r>
          </w:p>
        </w:tc>
      </w:tr>
      <w:tr w:rsidR="009948A4" w:rsidRPr="00693C11" w14:paraId="2BB088CE" w14:textId="77777777" w:rsidTr="009C745A">
        <w:tc>
          <w:tcPr>
            <w:tcW w:w="4028" w:type="dxa"/>
          </w:tcPr>
          <w:p w14:paraId="4D029244" w14:textId="77777777" w:rsidR="009948A4" w:rsidRPr="00693C11" w:rsidRDefault="009948A4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055" w:type="dxa"/>
          </w:tcPr>
          <w:p w14:paraId="76B227DF" w14:textId="53846974" w:rsidR="009948A4" w:rsidRPr="00693C11" w:rsidRDefault="00BA0D5E" w:rsidP="001B00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i/>
                <w:smallCaps w:val="0"/>
                <w:sz w:val="22"/>
              </w:rPr>
              <w:t>Nie dotyczy</w:t>
            </w:r>
          </w:p>
        </w:tc>
      </w:tr>
    </w:tbl>
    <w:p w14:paraId="2E7D04CE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D2E0EA2" w14:textId="77777777" w:rsidR="009948A4" w:rsidRPr="00693C11" w:rsidRDefault="00F928C8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7. </w:t>
      </w:r>
      <w:r w:rsidR="009948A4" w:rsidRPr="00693C11">
        <w:rPr>
          <w:rFonts w:ascii="Corbel" w:hAnsi="Corbel"/>
          <w:smallCaps w:val="0"/>
          <w:sz w:val="22"/>
        </w:rPr>
        <w:t>LITERATURA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948A4" w:rsidRPr="00693C11" w14:paraId="4007B6F2" w14:textId="77777777" w:rsidTr="00EF1ED2">
        <w:trPr>
          <w:jc w:val="center"/>
        </w:trPr>
        <w:tc>
          <w:tcPr>
            <w:tcW w:w="9673" w:type="dxa"/>
          </w:tcPr>
          <w:p w14:paraId="3AF40E61" w14:textId="77777777" w:rsidR="009948A4" w:rsidRPr="00693C11" w:rsidRDefault="009948A4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3FD87B8D" w14:textId="77777777" w:rsidR="000E125D" w:rsidRPr="00693C11" w:rsidRDefault="001337E5" w:rsidP="001337E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Grabowska S., Formy demokracji bezpośredniej w wybranych państwach europejskich, Rzeszów 2009,</w:t>
            </w:r>
          </w:p>
          <w:p w14:paraId="6F08A1AB" w14:textId="77777777" w:rsidR="000E125D" w:rsidRPr="00693C11" w:rsidRDefault="001337E5" w:rsidP="001337E5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Uziębło P., Demokracja partycypacyjna. Wprowadzenie, Gdańsk 2009</w:t>
            </w:r>
          </w:p>
          <w:p w14:paraId="392F07F8" w14:textId="77777777" w:rsidR="000E125D" w:rsidRPr="00693C11" w:rsidRDefault="001337E5" w:rsidP="001337E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693C11">
              <w:rPr>
                <w:rFonts w:ascii="Corbel" w:hAnsi="Corbel"/>
                <w:bCs/>
                <w:i/>
              </w:rPr>
              <w:t>Prawo wyborcze do parlamentu w wybranych państwach europejskich</w:t>
            </w:r>
            <w:r w:rsidRPr="00693C11">
              <w:rPr>
                <w:rFonts w:ascii="Corbel" w:hAnsi="Corbel"/>
                <w:bCs/>
              </w:rPr>
              <w:t xml:space="preserve">, pod red. S. Grabowskiej, K. </w:t>
            </w:r>
            <w:proofErr w:type="spellStart"/>
            <w:r w:rsidRPr="00693C11">
              <w:rPr>
                <w:rFonts w:ascii="Corbel" w:hAnsi="Corbel"/>
                <w:bCs/>
              </w:rPr>
              <w:t>Składowskiego</w:t>
            </w:r>
            <w:proofErr w:type="spellEnd"/>
            <w:r w:rsidRPr="00693C11">
              <w:rPr>
                <w:rFonts w:ascii="Corbel" w:hAnsi="Corbel"/>
                <w:bCs/>
              </w:rPr>
              <w:t>, Zakamycze, Kraków 2006,</w:t>
            </w:r>
          </w:p>
          <w:p w14:paraId="5C518FD5" w14:textId="77777777" w:rsidR="009948A4" w:rsidRPr="00693C11" w:rsidRDefault="001337E5" w:rsidP="001337E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693C11">
              <w:rPr>
                <w:rFonts w:ascii="Corbel" w:hAnsi="Corbel"/>
                <w:i/>
              </w:rPr>
              <w:t>Prawo wyborcze na urząd prezydenta w państwach europejskich,</w:t>
            </w:r>
            <w:r w:rsidRPr="00693C11">
              <w:rPr>
                <w:rFonts w:ascii="Corbel" w:hAnsi="Corbel"/>
              </w:rPr>
              <w:t xml:space="preserve"> pod red. S. Grabowskiej I R. Grabowskiego, Wolters Kluwer, Warszawa 2007</w:t>
            </w:r>
          </w:p>
        </w:tc>
      </w:tr>
      <w:tr w:rsidR="009948A4" w:rsidRPr="00693C11" w14:paraId="1527E737" w14:textId="77777777" w:rsidTr="00EF1ED2">
        <w:trPr>
          <w:jc w:val="center"/>
        </w:trPr>
        <w:tc>
          <w:tcPr>
            <w:tcW w:w="9673" w:type="dxa"/>
          </w:tcPr>
          <w:p w14:paraId="03023038" w14:textId="77777777" w:rsidR="009948A4" w:rsidRPr="00693C11" w:rsidRDefault="009948A4" w:rsidP="001B003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060080B5" w14:textId="77777777" w:rsidR="000E125D" w:rsidRPr="00693C11" w:rsidRDefault="006C071C" w:rsidP="001337E5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textAlignment w:val="baseline"/>
              <w:outlineLvl w:val="1"/>
              <w:rPr>
                <w:rFonts w:ascii="Corbel" w:eastAsia="Times New Roman" w:hAnsi="Corbel"/>
                <w:bCs/>
                <w:lang w:eastAsia="pl-PL"/>
              </w:rPr>
            </w:pPr>
            <w:hyperlink r:id="rId8" w:tooltip="pokaż inne książki tego autora" w:history="1">
              <w:r w:rsidR="001337E5" w:rsidRPr="00693C11">
                <w:rPr>
                  <w:rFonts w:ascii="Corbel" w:eastAsia="Times New Roman" w:hAnsi="Corbel"/>
                  <w:bCs/>
                  <w:lang w:eastAsia="pl-PL"/>
                </w:rPr>
                <w:t>Griffith-</w:t>
              </w:r>
              <w:proofErr w:type="spellStart"/>
              <w:r w:rsidR="001337E5" w:rsidRPr="00693C11">
                <w:rPr>
                  <w:rFonts w:ascii="Corbel" w:eastAsia="Times New Roman" w:hAnsi="Corbel"/>
                  <w:bCs/>
                  <w:lang w:eastAsia="pl-PL"/>
                </w:rPr>
                <w:t>Traversy</w:t>
              </w:r>
              <w:proofErr w:type="spellEnd"/>
              <w:r w:rsidR="001337E5" w:rsidRPr="00693C11">
                <w:rPr>
                  <w:rFonts w:ascii="Corbel" w:eastAsia="Times New Roman" w:hAnsi="Corbel"/>
                  <w:bCs/>
                  <w:lang w:eastAsia="pl-PL"/>
                </w:rPr>
                <w:t xml:space="preserve"> M. A</w:t>
              </w:r>
            </w:hyperlink>
            <w:r w:rsidR="001337E5" w:rsidRPr="00693C11">
              <w:rPr>
                <w:rFonts w:ascii="Corbel" w:hAnsi="Corbel"/>
              </w:rPr>
              <w:t>.</w:t>
            </w:r>
            <w:r w:rsidR="001337E5" w:rsidRPr="00693C11">
              <w:rPr>
                <w:rFonts w:ascii="Corbel" w:eastAsia="Times New Roman" w:hAnsi="Corbel"/>
                <w:bCs/>
                <w:lang w:eastAsia="pl-PL"/>
              </w:rPr>
              <w:t xml:space="preserve">, Demokracja parlament i systemy wyborcze, </w:t>
            </w:r>
            <w:proofErr w:type="spellStart"/>
            <w:r w:rsidR="001337E5" w:rsidRPr="00693C11">
              <w:rPr>
                <w:rFonts w:ascii="Corbel" w:eastAsia="Times New Roman" w:hAnsi="Corbel"/>
                <w:lang w:eastAsia="pl-PL"/>
              </w:rPr>
              <w:t>Vizja</w:t>
            </w:r>
            <w:proofErr w:type="spellEnd"/>
            <w:r w:rsidR="001337E5" w:rsidRPr="00693C11">
              <w:rPr>
                <w:rFonts w:ascii="Corbel" w:eastAsia="Times New Roman" w:hAnsi="Corbel"/>
                <w:lang w:eastAsia="pl-PL"/>
              </w:rPr>
              <w:t xml:space="preserve"> </w:t>
            </w:r>
            <w:proofErr w:type="spellStart"/>
            <w:r w:rsidR="001337E5" w:rsidRPr="00693C11">
              <w:rPr>
                <w:rFonts w:ascii="Corbel" w:eastAsia="Times New Roman" w:hAnsi="Corbel"/>
                <w:lang w:eastAsia="pl-PL"/>
              </w:rPr>
              <w:t>Press&amp;It</w:t>
            </w:r>
            <w:proofErr w:type="spellEnd"/>
            <w:r w:rsidR="001337E5" w:rsidRPr="00693C11">
              <w:rPr>
                <w:rFonts w:ascii="Corbel" w:eastAsia="Times New Roman" w:hAnsi="Corbel"/>
                <w:lang w:eastAsia="pl-PL"/>
              </w:rPr>
              <w:t>, Warszawa 2007</w:t>
            </w:r>
          </w:p>
          <w:p w14:paraId="5C56413F" w14:textId="77777777" w:rsidR="000E125D" w:rsidRPr="00693C11" w:rsidRDefault="001337E5" w:rsidP="001337E5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Corbel" w:hAnsi="Corbel"/>
              </w:rPr>
            </w:pPr>
            <w:r w:rsidRPr="00693C11">
              <w:rPr>
                <w:rFonts w:ascii="Corbel" w:hAnsi="Corbel"/>
                <w:bCs/>
              </w:rPr>
              <w:t xml:space="preserve">Stankiewicz W. J., </w:t>
            </w:r>
            <w:hyperlink r:id="rId9" w:tooltip="Stankiewicz Władysław J. - Demokracja w teorii i praktyce" w:history="1">
              <w:r w:rsidRPr="00693C11">
                <w:rPr>
                  <w:rStyle w:val="Hipercze"/>
                  <w:rFonts w:ascii="Corbel" w:hAnsi="Corbel"/>
                  <w:bCs/>
                  <w:color w:val="auto"/>
                  <w:u w:val="none"/>
                  <w:bdr w:val="none" w:sz="0" w:space="0" w:color="auto" w:frame="1"/>
                </w:rPr>
                <w:t>Demokracja w teorii i praktyce</w:t>
              </w:r>
            </w:hyperlink>
            <w:r w:rsidRPr="00693C11">
              <w:rPr>
                <w:rFonts w:ascii="Corbel" w:hAnsi="Corbel"/>
              </w:rPr>
              <w:t>, Ossolineum</w:t>
            </w:r>
            <w:r w:rsidRPr="00693C11">
              <w:rPr>
                <w:rStyle w:val="apple-converted-space"/>
                <w:rFonts w:ascii="Corbel" w:hAnsi="Corbel"/>
              </w:rPr>
              <w:t xml:space="preserve"> </w:t>
            </w:r>
            <w:r w:rsidRPr="00693C11">
              <w:rPr>
                <w:rFonts w:ascii="Corbel" w:hAnsi="Corbel"/>
              </w:rPr>
              <w:t>2010</w:t>
            </w:r>
          </w:p>
          <w:p w14:paraId="74120622" w14:textId="77777777" w:rsidR="000E125D" w:rsidRPr="00693C11" w:rsidRDefault="001337E5" w:rsidP="001337E5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Zieliński E., </w:t>
            </w:r>
            <w:proofErr w:type="spellStart"/>
            <w:r w:rsidRPr="00693C11">
              <w:rPr>
                <w:rFonts w:ascii="Corbel" w:hAnsi="Corbel"/>
              </w:rPr>
              <w:t>Boksztanin</w:t>
            </w:r>
            <w:proofErr w:type="spellEnd"/>
            <w:r w:rsidRPr="00693C11">
              <w:rPr>
                <w:rFonts w:ascii="Corbel" w:hAnsi="Corbel"/>
              </w:rPr>
              <w:t xml:space="preserve"> I., Zieliński J., Referendum w państwach </w:t>
            </w:r>
            <w:proofErr w:type="spellStart"/>
            <w:r w:rsidRPr="00693C11">
              <w:rPr>
                <w:rFonts w:ascii="Corbel" w:hAnsi="Corbel"/>
              </w:rPr>
              <w:t>europy</w:t>
            </w:r>
            <w:proofErr w:type="spellEnd"/>
            <w:r w:rsidRPr="00693C11">
              <w:rPr>
                <w:rFonts w:ascii="Corbel" w:hAnsi="Corbel"/>
              </w:rPr>
              <w:t>, Warszawa 2003,</w:t>
            </w:r>
          </w:p>
          <w:p w14:paraId="72824BB9" w14:textId="77777777" w:rsidR="000E125D" w:rsidRPr="00693C11" w:rsidRDefault="001337E5" w:rsidP="001337E5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Grabowska S., Instytucja ogólnokrajowej inicjatywy ludowej w wybranych państwach europejskich. Studium </w:t>
            </w:r>
            <w:proofErr w:type="spellStart"/>
            <w:r w:rsidRPr="00693C11">
              <w:rPr>
                <w:rFonts w:ascii="Corbel" w:hAnsi="Corbel"/>
              </w:rPr>
              <w:t>prawno</w:t>
            </w:r>
            <w:proofErr w:type="spellEnd"/>
            <w:r w:rsidRPr="00693C11">
              <w:rPr>
                <w:rFonts w:ascii="Corbel" w:hAnsi="Corbel"/>
              </w:rPr>
              <w:t xml:space="preserve"> – porównawcze, Rzeszów 2005,</w:t>
            </w:r>
          </w:p>
          <w:p w14:paraId="0B9FDE56" w14:textId="77777777" w:rsidR="000E125D" w:rsidRPr="00693C11" w:rsidRDefault="001337E5" w:rsidP="001337E5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Musiał – </w:t>
            </w:r>
            <w:proofErr w:type="spellStart"/>
            <w:r w:rsidRPr="00693C11">
              <w:rPr>
                <w:rFonts w:ascii="Corbel" w:hAnsi="Corbel"/>
              </w:rPr>
              <w:t>Karg</w:t>
            </w:r>
            <w:proofErr w:type="spellEnd"/>
            <w:r w:rsidRPr="00693C11">
              <w:rPr>
                <w:rFonts w:ascii="Corbel" w:hAnsi="Corbel"/>
              </w:rPr>
              <w:t xml:space="preserve"> M., Referendum w państwach europejskich, Toruń 2008,</w:t>
            </w:r>
          </w:p>
          <w:p w14:paraId="0F2152E6" w14:textId="77777777" w:rsidR="000E125D" w:rsidRPr="00693C11" w:rsidRDefault="001337E5" w:rsidP="001337E5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Olejniczak-Szałowska E., Referendum lokalne w świetle ustawodawstwa polskiego, Warszawa 2002</w:t>
            </w:r>
          </w:p>
          <w:p w14:paraId="0C760A3D" w14:textId="77777777" w:rsidR="000E125D" w:rsidRPr="00693C11" w:rsidRDefault="001337E5" w:rsidP="001337E5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 w:rsidRPr="00693C11">
              <w:rPr>
                <w:rFonts w:ascii="Corbel" w:hAnsi="Corbel"/>
                <w:shd w:val="clear" w:color="auto" w:fill="FFFFFF"/>
              </w:rPr>
              <w:t>Nohlen</w:t>
            </w:r>
            <w:proofErr w:type="spellEnd"/>
            <w:r w:rsidRPr="00693C11">
              <w:rPr>
                <w:rFonts w:ascii="Corbel" w:hAnsi="Corbel"/>
                <w:shd w:val="clear" w:color="auto" w:fill="FFFFFF"/>
              </w:rPr>
              <w:t xml:space="preserve"> D.,</w:t>
            </w:r>
            <w:r w:rsidRPr="00693C11">
              <w:rPr>
                <w:rStyle w:val="apple-converted-space"/>
                <w:rFonts w:ascii="Corbel" w:hAnsi="Corbel"/>
                <w:shd w:val="clear" w:color="auto" w:fill="FFFFFF"/>
              </w:rPr>
              <w:t xml:space="preserve"> </w:t>
            </w:r>
            <w:r w:rsidRPr="00693C11">
              <w:rPr>
                <w:rFonts w:ascii="Corbel" w:hAnsi="Corbel"/>
                <w:i/>
                <w:iCs/>
                <w:shd w:val="clear" w:color="auto" w:fill="FFFFFF"/>
              </w:rPr>
              <w:t xml:space="preserve">Prawo </w:t>
            </w:r>
            <w:r w:rsidRPr="00693C11">
              <w:rPr>
                <w:rFonts w:ascii="Corbel" w:hAnsi="Corbel"/>
                <w:iCs/>
                <w:shd w:val="clear" w:color="auto" w:fill="FFFFFF"/>
              </w:rPr>
              <w:t>wyborcze i system partyjny. O teorii systemów wyborczych</w:t>
            </w:r>
            <w:r w:rsidRPr="00693C11">
              <w:rPr>
                <w:rFonts w:ascii="Corbel" w:hAnsi="Corbel"/>
                <w:shd w:val="clear" w:color="auto" w:fill="FFFFFF"/>
              </w:rPr>
              <w:t>. Warszawa: Scholar, 2004,</w:t>
            </w:r>
          </w:p>
          <w:p w14:paraId="277380FB" w14:textId="77777777" w:rsidR="009948A4" w:rsidRPr="00693C11" w:rsidRDefault="001337E5" w:rsidP="001337E5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textAlignment w:val="baseline"/>
              <w:outlineLvl w:val="1"/>
              <w:rPr>
                <w:rFonts w:ascii="Corbel" w:eastAsia="Times New Roman" w:hAnsi="Corbel"/>
                <w:bCs/>
                <w:lang w:eastAsia="pl-PL"/>
              </w:rPr>
            </w:pPr>
            <w:proofErr w:type="spellStart"/>
            <w:r w:rsidRPr="00693C11">
              <w:rPr>
                <w:rFonts w:ascii="Corbel" w:hAnsi="Corbel"/>
                <w:bCs/>
                <w:color w:val="000000"/>
              </w:rPr>
              <w:t>Maravall</w:t>
            </w:r>
            <w:proofErr w:type="spellEnd"/>
            <w:r w:rsidRPr="00693C11">
              <w:rPr>
                <w:rFonts w:ascii="Corbel" w:hAnsi="Corbel"/>
                <w:bCs/>
                <w:color w:val="000000"/>
              </w:rPr>
              <w:t xml:space="preserve"> J. M., Przeworski A.,</w:t>
            </w:r>
            <w:r w:rsidRPr="00693C11">
              <w:rPr>
                <w:rFonts w:ascii="Corbel" w:hAnsi="Corbel" w:cs="Tahoma"/>
                <w:b/>
                <w:bCs/>
                <w:color w:val="000000"/>
                <w:sz w:val="17"/>
                <w:szCs w:val="17"/>
                <w:shd w:val="clear" w:color="auto" w:fill="E3F0FF"/>
              </w:rPr>
              <w:t xml:space="preserve"> </w:t>
            </w:r>
            <w:r w:rsidRPr="00693C11">
              <w:rPr>
                <w:rFonts w:ascii="Corbel" w:eastAsia="Times New Roman" w:hAnsi="Corbel"/>
                <w:bCs/>
                <w:lang w:eastAsia="pl-PL"/>
              </w:rPr>
              <w:t xml:space="preserve">Demokracja i rządy prawa, </w:t>
            </w:r>
            <w:r w:rsidRPr="00693C11">
              <w:rPr>
                <w:rFonts w:ascii="Corbel" w:eastAsia="Times New Roman" w:hAnsi="Corbel"/>
                <w:lang w:eastAsia="pl-PL"/>
              </w:rPr>
              <w:t>Wydawnictwo Naukowe Scholar, Warszawa 2010</w:t>
            </w:r>
          </w:p>
        </w:tc>
      </w:tr>
    </w:tbl>
    <w:p w14:paraId="36DDEE24" w14:textId="77777777" w:rsidR="00900210" w:rsidRPr="00693C11" w:rsidRDefault="00900210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B05A7A7" w14:textId="77777777" w:rsidR="00900210" w:rsidRPr="00693C11" w:rsidRDefault="00900210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2FDA3F0" w14:textId="77777777" w:rsidR="00900210" w:rsidRPr="00693C11" w:rsidRDefault="00900210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786E1CF" w14:textId="77777777" w:rsidR="00900210" w:rsidRPr="00693C11" w:rsidRDefault="00900210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693C11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p w14:paraId="0C91C82D" w14:textId="77777777" w:rsidR="00900210" w:rsidRPr="00693C11" w:rsidRDefault="00900210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FB91122" w14:textId="77777777" w:rsidR="00900210" w:rsidRPr="00693C11" w:rsidRDefault="00900210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9D31454" w14:textId="77777777" w:rsidR="00900210" w:rsidRPr="00693C11" w:rsidRDefault="00900210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1BF9F3B" w14:textId="77777777" w:rsidR="00900210" w:rsidRPr="00693C11" w:rsidRDefault="00900210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693C11">
        <w:rPr>
          <w:rFonts w:ascii="Corbel" w:hAnsi="Corbel"/>
          <w:b w:val="0"/>
          <w:smallCaps w:val="0"/>
          <w:sz w:val="22"/>
        </w:rPr>
        <w:t>..................................................................................</w:t>
      </w:r>
    </w:p>
    <w:p w14:paraId="2F4C3D34" w14:textId="77777777" w:rsidR="00C6336D" w:rsidRPr="00693C11" w:rsidRDefault="00C6336D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sectPr w:rsidR="00C6336D" w:rsidRPr="00693C1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685D1A" w14:textId="77777777" w:rsidR="006C071C" w:rsidRDefault="006C071C" w:rsidP="00C16ABF">
      <w:pPr>
        <w:spacing w:after="0" w:line="240" w:lineRule="auto"/>
      </w:pPr>
      <w:r>
        <w:separator/>
      </w:r>
    </w:p>
  </w:endnote>
  <w:endnote w:type="continuationSeparator" w:id="0">
    <w:p w14:paraId="0F2EDB82" w14:textId="77777777" w:rsidR="006C071C" w:rsidRDefault="006C07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altName w:val="Aria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84F15C" w14:textId="77777777" w:rsidR="006C071C" w:rsidRDefault="006C071C" w:rsidP="00C16ABF">
      <w:pPr>
        <w:spacing w:after="0" w:line="240" w:lineRule="auto"/>
      </w:pPr>
      <w:r>
        <w:separator/>
      </w:r>
    </w:p>
  </w:footnote>
  <w:footnote w:type="continuationSeparator" w:id="0">
    <w:p w14:paraId="156005BC" w14:textId="77777777" w:rsidR="006C071C" w:rsidRDefault="006C071C" w:rsidP="00C16ABF">
      <w:pPr>
        <w:spacing w:after="0" w:line="240" w:lineRule="auto"/>
      </w:pPr>
      <w:r>
        <w:continuationSeparator/>
      </w:r>
    </w:p>
  </w:footnote>
  <w:footnote w:id="1">
    <w:p w14:paraId="2F114457" w14:textId="77777777" w:rsidR="00693C11" w:rsidRDefault="00693C1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95815A5"/>
    <w:multiLevelType w:val="hybridMultilevel"/>
    <w:tmpl w:val="FF16AB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CE1CD1"/>
    <w:multiLevelType w:val="hybridMultilevel"/>
    <w:tmpl w:val="706A0BF4"/>
    <w:lvl w:ilvl="0" w:tplc="9214B192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F917B8"/>
    <w:multiLevelType w:val="hybridMultilevel"/>
    <w:tmpl w:val="41C0B6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FB35EE"/>
    <w:multiLevelType w:val="hybridMultilevel"/>
    <w:tmpl w:val="74487B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8A0441"/>
    <w:multiLevelType w:val="hybridMultilevel"/>
    <w:tmpl w:val="9DD684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FDF4BB4"/>
    <w:multiLevelType w:val="hybridMultilevel"/>
    <w:tmpl w:val="73EE0AEA"/>
    <w:lvl w:ilvl="0" w:tplc="98D21B6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0C2E74"/>
    <w:multiLevelType w:val="hybridMultilevel"/>
    <w:tmpl w:val="9260FE5E"/>
    <w:lvl w:ilvl="0" w:tplc="9214B192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F0E36FB"/>
    <w:multiLevelType w:val="hybridMultilevel"/>
    <w:tmpl w:val="F43EA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13" w15:restartNumberingAfterBreak="0">
    <w:nsid w:val="71157264"/>
    <w:multiLevelType w:val="multilevel"/>
    <w:tmpl w:val="30E4FF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2"/>
  </w:num>
  <w:num w:numId="5">
    <w:abstractNumId w:val="9"/>
  </w:num>
  <w:num w:numId="6">
    <w:abstractNumId w:val="1"/>
  </w:num>
  <w:num w:numId="7">
    <w:abstractNumId w:val="3"/>
  </w:num>
  <w:num w:numId="8">
    <w:abstractNumId w:val="8"/>
  </w:num>
  <w:num w:numId="9">
    <w:abstractNumId w:val="13"/>
  </w:num>
  <w:num w:numId="10">
    <w:abstractNumId w:val="7"/>
  </w:num>
  <w:num w:numId="11">
    <w:abstractNumId w:val="11"/>
  </w:num>
  <w:num w:numId="12">
    <w:abstractNumId w:val="6"/>
  </w:num>
  <w:num w:numId="13">
    <w:abstractNumId w:val="2"/>
  </w:num>
  <w:num w:numId="14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22ECE"/>
    <w:rsid w:val="00042A51"/>
    <w:rsid w:val="00042D2E"/>
    <w:rsid w:val="00044C82"/>
    <w:rsid w:val="00070ED6"/>
    <w:rsid w:val="000742DC"/>
    <w:rsid w:val="00084C12"/>
    <w:rsid w:val="00094B12"/>
    <w:rsid w:val="0009532C"/>
    <w:rsid w:val="00096C46"/>
    <w:rsid w:val="000A02AE"/>
    <w:rsid w:val="000A296F"/>
    <w:rsid w:val="000A2A28"/>
    <w:rsid w:val="000A74A6"/>
    <w:rsid w:val="000B192D"/>
    <w:rsid w:val="000B28EE"/>
    <w:rsid w:val="000B3E37"/>
    <w:rsid w:val="000B69D6"/>
    <w:rsid w:val="000D04B0"/>
    <w:rsid w:val="000D06F8"/>
    <w:rsid w:val="000D6870"/>
    <w:rsid w:val="000E125D"/>
    <w:rsid w:val="000E3792"/>
    <w:rsid w:val="000F1C57"/>
    <w:rsid w:val="000F5615"/>
    <w:rsid w:val="0012560E"/>
    <w:rsid w:val="00127108"/>
    <w:rsid w:val="001337E5"/>
    <w:rsid w:val="00134B13"/>
    <w:rsid w:val="00146BC0"/>
    <w:rsid w:val="00154381"/>
    <w:rsid w:val="00164FA7"/>
    <w:rsid w:val="00166A03"/>
    <w:rsid w:val="00176083"/>
    <w:rsid w:val="001877BC"/>
    <w:rsid w:val="001A70D2"/>
    <w:rsid w:val="001B003D"/>
    <w:rsid w:val="001C316E"/>
    <w:rsid w:val="001D657B"/>
    <w:rsid w:val="001E0209"/>
    <w:rsid w:val="001F2CA2"/>
    <w:rsid w:val="00200B9F"/>
    <w:rsid w:val="00201F8A"/>
    <w:rsid w:val="002144C0"/>
    <w:rsid w:val="002163B8"/>
    <w:rsid w:val="0022477D"/>
    <w:rsid w:val="002336F9"/>
    <w:rsid w:val="0024028F"/>
    <w:rsid w:val="00244ABC"/>
    <w:rsid w:val="0024610B"/>
    <w:rsid w:val="00281FF2"/>
    <w:rsid w:val="002857DE"/>
    <w:rsid w:val="00291567"/>
    <w:rsid w:val="002953A8"/>
    <w:rsid w:val="00295ED6"/>
    <w:rsid w:val="002A2389"/>
    <w:rsid w:val="002A671D"/>
    <w:rsid w:val="002B419A"/>
    <w:rsid w:val="002B4D55"/>
    <w:rsid w:val="002B6119"/>
    <w:rsid w:val="002C1F06"/>
    <w:rsid w:val="002D73D4"/>
    <w:rsid w:val="002F02A3"/>
    <w:rsid w:val="002F60EB"/>
    <w:rsid w:val="003008AD"/>
    <w:rsid w:val="003018BA"/>
    <w:rsid w:val="00305C92"/>
    <w:rsid w:val="003151C5"/>
    <w:rsid w:val="003343CF"/>
    <w:rsid w:val="00346FE9"/>
    <w:rsid w:val="0034759A"/>
    <w:rsid w:val="003503F6"/>
    <w:rsid w:val="003530DD"/>
    <w:rsid w:val="00385490"/>
    <w:rsid w:val="003A1176"/>
    <w:rsid w:val="003C0BAE"/>
    <w:rsid w:val="003D18A9"/>
    <w:rsid w:val="003D4106"/>
    <w:rsid w:val="003D6CE2"/>
    <w:rsid w:val="003E2FE6"/>
    <w:rsid w:val="003E49D5"/>
    <w:rsid w:val="00407BFF"/>
    <w:rsid w:val="00414E3C"/>
    <w:rsid w:val="0042244A"/>
    <w:rsid w:val="004228F3"/>
    <w:rsid w:val="0042745A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1BC1"/>
    <w:rsid w:val="004968E2"/>
    <w:rsid w:val="004A3EEA"/>
    <w:rsid w:val="004A4D1F"/>
    <w:rsid w:val="004B55C5"/>
    <w:rsid w:val="004D5282"/>
    <w:rsid w:val="004F1551"/>
    <w:rsid w:val="004F55A3"/>
    <w:rsid w:val="0050496F"/>
    <w:rsid w:val="005363C4"/>
    <w:rsid w:val="00536BDE"/>
    <w:rsid w:val="00543ACC"/>
    <w:rsid w:val="0055676C"/>
    <w:rsid w:val="005A0855"/>
    <w:rsid w:val="005A3196"/>
    <w:rsid w:val="005C080F"/>
    <w:rsid w:val="005C55E5"/>
    <w:rsid w:val="005C696A"/>
    <w:rsid w:val="005D6C5B"/>
    <w:rsid w:val="005E5948"/>
    <w:rsid w:val="005E6E85"/>
    <w:rsid w:val="005F31D2"/>
    <w:rsid w:val="0061029B"/>
    <w:rsid w:val="00621CE1"/>
    <w:rsid w:val="00623643"/>
    <w:rsid w:val="00624635"/>
    <w:rsid w:val="00647FA8"/>
    <w:rsid w:val="006620D9"/>
    <w:rsid w:val="0067093D"/>
    <w:rsid w:val="00671958"/>
    <w:rsid w:val="00693C11"/>
    <w:rsid w:val="006A3EB8"/>
    <w:rsid w:val="006C071C"/>
    <w:rsid w:val="006D050F"/>
    <w:rsid w:val="006D6139"/>
    <w:rsid w:val="006E1067"/>
    <w:rsid w:val="006E5D65"/>
    <w:rsid w:val="006F1FBC"/>
    <w:rsid w:val="006F32FA"/>
    <w:rsid w:val="007072BA"/>
    <w:rsid w:val="007227AD"/>
    <w:rsid w:val="00724677"/>
    <w:rsid w:val="00725459"/>
    <w:rsid w:val="00734187"/>
    <w:rsid w:val="00734608"/>
    <w:rsid w:val="007461D6"/>
    <w:rsid w:val="00746EC8"/>
    <w:rsid w:val="00752B87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22274"/>
    <w:rsid w:val="008449B3"/>
    <w:rsid w:val="0085747A"/>
    <w:rsid w:val="00885F64"/>
    <w:rsid w:val="008917F9"/>
    <w:rsid w:val="008A3352"/>
    <w:rsid w:val="008A45F7"/>
    <w:rsid w:val="008C0CC0"/>
    <w:rsid w:val="008C19A9"/>
    <w:rsid w:val="008C379D"/>
    <w:rsid w:val="008C5147"/>
    <w:rsid w:val="008C5359"/>
    <w:rsid w:val="008C5363"/>
    <w:rsid w:val="008D3DFB"/>
    <w:rsid w:val="008E2585"/>
    <w:rsid w:val="008E64F4"/>
    <w:rsid w:val="008E757B"/>
    <w:rsid w:val="008F12C9"/>
    <w:rsid w:val="008F6E29"/>
    <w:rsid w:val="00900210"/>
    <w:rsid w:val="00916188"/>
    <w:rsid w:val="009514C0"/>
    <w:rsid w:val="00954A07"/>
    <w:rsid w:val="00976223"/>
    <w:rsid w:val="00977ECE"/>
    <w:rsid w:val="009852E7"/>
    <w:rsid w:val="009948A4"/>
    <w:rsid w:val="009A78D9"/>
    <w:rsid w:val="009C3E31"/>
    <w:rsid w:val="009C745A"/>
    <w:rsid w:val="009C788E"/>
    <w:rsid w:val="009F3C5C"/>
    <w:rsid w:val="00A2245B"/>
    <w:rsid w:val="00A30110"/>
    <w:rsid w:val="00A36899"/>
    <w:rsid w:val="00A371F6"/>
    <w:rsid w:val="00A54817"/>
    <w:rsid w:val="00A60799"/>
    <w:rsid w:val="00A81648"/>
    <w:rsid w:val="00A97DE1"/>
    <w:rsid w:val="00AB053C"/>
    <w:rsid w:val="00AC7DB6"/>
    <w:rsid w:val="00AD1146"/>
    <w:rsid w:val="00AD27D3"/>
    <w:rsid w:val="00AD66D6"/>
    <w:rsid w:val="00AE1160"/>
    <w:rsid w:val="00AE203C"/>
    <w:rsid w:val="00AE2E74"/>
    <w:rsid w:val="00AE5FCB"/>
    <w:rsid w:val="00AF01D6"/>
    <w:rsid w:val="00AF2C1E"/>
    <w:rsid w:val="00B048D5"/>
    <w:rsid w:val="00B06ECC"/>
    <w:rsid w:val="00B11BCF"/>
    <w:rsid w:val="00B135B1"/>
    <w:rsid w:val="00B32BED"/>
    <w:rsid w:val="00B40ADB"/>
    <w:rsid w:val="00B4236F"/>
    <w:rsid w:val="00B43B77"/>
    <w:rsid w:val="00B43E80"/>
    <w:rsid w:val="00B607DB"/>
    <w:rsid w:val="00B66529"/>
    <w:rsid w:val="00B75946"/>
    <w:rsid w:val="00B8056E"/>
    <w:rsid w:val="00B819C8"/>
    <w:rsid w:val="00BA0D5E"/>
    <w:rsid w:val="00BB0F27"/>
    <w:rsid w:val="00BB278F"/>
    <w:rsid w:val="00BB520A"/>
    <w:rsid w:val="00BD3869"/>
    <w:rsid w:val="00BD66E9"/>
    <w:rsid w:val="00BE304E"/>
    <w:rsid w:val="00BE49B0"/>
    <w:rsid w:val="00BE6555"/>
    <w:rsid w:val="00C00633"/>
    <w:rsid w:val="00C058B4"/>
    <w:rsid w:val="00C131B5"/>
    <w:rsid w:val="00C16ABF"/>
    <w:rsid w:val="00C170AE"/>
    <w:rsid w:val="00C24743"/>
    <w:rsid w:val="00C26CB7"/>
    <w:rsid w:val="00C324C1"/>
    <w:rsid w:val="00C36992"/>
    <w:rsid w:val="00C56036"/>
    <w:rsid w:val="00C62D21"/>
    <w:rsid w:val="00C6336D"/>
    <w:rsid w:val="00C67E92"/>
    <w:rsid w:val="00C70A26"/>
    <w:rsid w:val="00C70DAD"/>
    <w:rsid w:val="00C838F8"/>
    <w:rsid w:val="00C94B98"/>
    <w:rsid w:val="00CA2B96"/>
    <w:rsid w:val="00CA5089"/>
    <w:rsid w:val="00CA639B"/>
    <w:rsid w:val="00CE05D5"/>
    <w:rsid w:val="00CE5BAC"/>
    <w:rsid w:val="00CF25BE"/>
    <w:rsid w:val="00CF78ED"/>
    <w:rsid w:val="00D02B25"/>
    <w:rsid w:val="00D118C0"/>
    <w:rsid w:val="00D17C3C"/>
    <w:rsid w:val="00D26B2C"/>
    <w:rsid w:val="00D425B2"/>
    <w:rsid w:val="00D46075"/>
    <w:rsid w:val="00D552B2"/>
    <w:rsid w:val="00D608D1"/>
    <w:rsid w:val="00D74119"/>
    <w:rsid w:val="00D8075B"/>
    <w:rsid w:val="00DB232F"/>
    <w:rsid w:val="00DB4CCB"/>
    <w:rsid w:val="00DF320D"/>
    <w:rsid w:val="00E129B8"/>
    <w:rsid w:val="00E24BF5"/>
    <w:rsid w:val="00E25338"/>
    <w:rsid w:val="00E3421E"/>
    <w:rsid w:val="00E51E44"/>
    <w:rsid w:val="00E61F81"/>
    <w:rsid w:val="00E63348"/>
    <w:rsid w:val="00E74896"/>
    <w:rsid w:val="00E77E88"/>
    <w:rsid w:val="00E8107D"/>
    <w:rsid w:val="00E83FF4"/>
    <w:rsid w:val="00EC4899"/>
    <w:rsid w:val="00ED03AB"/>
    <w:rsid w:val="00ED32D2"/>
    <w:rsid w:val="00EE32DE"/>
    <w:rsid w:val="00EE5457"/>
    <w:rsid w:val="00EE65F3"/>
    <w:rsid w:val="00EF1ED2"/>
    <w:rsid w:val="00F070AB"/>
    <w:rsid w:val="00F27A7B"/>
    <w:rsid w:val="00F30A3F"/>
    <w:rsid w:val="00F47100"/>
    <w:rsid w:val="00F617C3"/>
    <w:rsid w:val="00F7066B"/>
    <w:rsid w:val="00F928C8"/>
    <w:rsid w:val="00FA269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560EE"/>
  <w15:docId w15:val="{A5CEC618-7327-4BE1-958C-30409FCE9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E05D5"/>
    <w:pPr>
      <w:keepNext/>
      <w:spacing w:after="0" w:line="360" w:lineRule="auto"/>
      <w:jc w:val="both"/>
      <w:outlineLvl w:val="0"/>
    </w:pPr>
    <w:rPr>
      <w:rFonts w:ascii="Times New Roman" w:eastAsia="Times New Roman" w:hAnsi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character" w:styleId="Pogrubienie">
    <w:name w:val="Strong"/>
    <w:uiPriority w:val="22"/>
    <w:qFormat/>
    <w:rsid w:val="0055676C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CE05D5"/>
    <w:rPr>
      <w:rFonts w:eastAsia="Times New Roman"/>
      <w:b/>
      <w:sz w:val="24"/>
      <w:szCs w:val="24"/>
      <w:lang w:eastAsia="en-US"/>
    </w:rPr>
  </w:style>
  <w:style w:type="character" w:customStyle="1" w:styleId="apple-converted-space">
    <w:name w:val="apple-converted-space"/>
    <w:basedOn w:val="Domylnaczcionkaakapitu"/>
    <w:rsid w:val="000E1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ukowa.pl/autor/Griffith-Traversy-Mary-Anne/1738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aukowa.pl/Demokracja-w-teorii-i-praktyce,332485ks/Politologia/Politologia,18k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4E00C-D931-4D62-BAF6-3B7CBB3F6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1253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2015-02-02T09:23:00Z</cp:lastPrinted>
  <dcterms:created xsi:type="dcterms:W3CDTF">2021-02-19T10:10:00Z</dcterms:created>
  <dcterms:modified xsi:type="dcterms:W3CDTF">2021-03-09T13:30:00Z</dcterms:modified>
</cp:coreProperties>
</file>